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21" w:rsidRDefault="00355821" w:rsidP="00E636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Краснодарский край Мостовский район поселок Мостовской</w:t>
      </w:r>
    </w:p>
    <w:p w:rsidR="00355821" w:rsidRPr="009B64A2" w:rsidRDefault="00355821" w:rsidP="00E636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9B64A2">
        <w:rPr>
          <w:rFonts w:ascii="Times New Roman" w:hAnsi="Times New Roman"/>
          <w:bCs/>
          <w:color w:val="000000"/>
          <w:sz w:val="24"/>
          <w:szCs w:val="24"/>
        </w:rPr>
        <w:t xml:space="preserve">Муниципальное  бюджетное общеобразовательное учреждение </w:t>
      </w:r>
    </w:p>
    <w:p w:rsidR="00355821" w:rsidRDefault="00355821" w:rsidP="00E6368E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9B64A2">
        <w:rPr>
          <w:rFonts w:ascii="Times New Roman" w:hAnsi="Times New Roman"/>
          <w:bCs/>
          <w:color w:val="000000"/>
          <w:sz w:val="24"/>
          <w:szCs w:val="24"/>
        </w:rPr>
        <w:t>средн</w:t>
      </w:r>
      <w:r>
        <w:rPr>
          <w:rFonts w:ascii="Times New Roman" w:hAnsi="Times New Roman"/>
          <w:bCs/>
          <w:color w:val="000000"/>
          <w:sz w:val="24"/>
          <w:szCs w:val="24"/>
        </w:rPr>
        <w:t>яя общеобразовательная школа  №2 имени Леонида Николаевича Плаксина</w:t>
      </w:r>
    </w:p>
    <w:p w:rsidR="00355821" w:rsidRPr="009B64A2" w:rsidRDefault="00355821" w:rsidP="00A75B13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9B64A2">
        <w:rPr>
          <w:rFonts w:ascii="Times New Roman" w:hAnsi="Times New Roman"/>
          <w:bCs/>
          <w:color w:val="000000"/>
          <w:sz w:val="24"/>
          <w:szCs w:val="24"/>
        </w:rPr>
        <w:t xml:space="preserve"> поселка Мостовского муниципального образования Мостовский район</w:t>
      </w:r>
    </w:p>
    <w:p w:rsidR="00355821" w:rsidRPr="009B64A2" w:rsidRDefault="00355821" w:rsidP="001824BA">
      <w:pPr>
        <w:shd w:val="clear" w:color="auto" w:fill="FFFFFF"/>
        <w:spacing w:after="0" w:line="240" w:lineRule="auto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5F121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1824BA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9B64A2">
        <w:rPr>
          <w:rFonts w:ascii="Times New Roman" w:hAnsi="Times New Roman"/>
          <w:color w:val="000000"/>
          <w:sz w:val="24"/>
          <w:szCs w:val="24"/>
        </w:rPr>
        <w:t>УТВЕРЖДЕНО</w:t>
      </w:r>
    </w:p>
    <w:p w:rsidR="00355821" w:rsidRPr="009B64A2" w:rsidRDefault="00355821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color w:val="000000"/>
          <w:sz w:val="24"/>
          <w:szCs w:val="24"/>
        </w:rPr>
      </w:pPr>
      <w:r w:rsidRPr="009B64A2">
        <w:rPr>
          <w:rFonts w:ascii="Times New Roman" w:hAnsi="Times New Roman"/>
          <w:color w:val="000000"/>
          <w:sz w:val="24"/>
          <w:szCs w:val="24"/>
        </w:rPr>
        <w:t xml:space="preserve">решением педагогического совета </w:t>
      </w:r>
    </w:p>
    <w:p w:rsidR="00355821" w:rsidRPr="009B64A2" w:rsidRDefault="00355821" w:rsidP="005F1213">
      <w:pPr>
        <w:shd w:val="clear" w:color="auto" w:fill="FFFFFF"/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color w:val="000000"/>
          <w:sz w:val="24"/>
          <w:szCs w:val="24"/>
        </w:rPr>
        <w:t>от 31 августа 201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9B64A2">
        <w:rPr>
          <w:rFonts w:ascii="Times New Roman" w:hAnsi="Times New Roman"/>
          <w:color w:val="000000"/>
          <w:sz w:val="24"/>
          <w:szCs w:val="24"/>
        </w:rPr>
        <w:t xml:space="preserve"> года протокол № 1</w:t>
      </w:r>
    </w:p>
    <w:p w:rsidR="00355821" w:rsidRPr="009B64A2" w:rsidRDefault="00355821" w:rsidP="006507D5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_____М.А. Самойленко</w:t>
      </w:r>
    </w:p>
    <w:p w:rsidR="00355821" w:rsidRPr="009B64A2" w:rsidRDefault="00355821" w:rsidP="005F1213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          </w:t>
      </w:r>
    </w:p>
    <w:p w:rsidR="00355821" w:rsidRPr="009B64A2" w:rsidRDefault="00355821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5821" w:rsidRPr="009B64A2" w:rsidRDefault="00355821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5821" w:rsidRPr="009B64A2" w:rsidRDefault="00355821" w:rsidP="005F1213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5821" w:rsidRPr="009B64A2" w:rsidRDefault="00355821" w:rsidP="005F1213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355821" w:rsidRPr="009B64A2" w:rsidRDefault="00355821" w:rsidP="005F1213">
      <w:pPr>
        <w:keepNext/>
        <w:snapToGrid w:val="0"/>
        <w:spacing w:after="0" w:line="180" w:lineRule="atLeast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РАБОЧАЯ  ПРОГРАММА</w:t>
      </w:r>
    </w:p>
    <w:p w:rsidR="00355821" w:rsidRPr="009B64A2" w:rsidRDefault="00355821" w:rsidP="005F12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D01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D01A62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Cs/>
          <w:color w:val="000000"/>
          <w:sz w:val="24"/>
          <w:szCs w:val="24"/>
        </w:rPr>
        <w:t>По    истории</w:t>
      </w:r>
    </w:p>
    <w:p w:rsidR="00355821" w:rsidRPr="009B64A2" w:rsidRDefault="00355821" w:rsidP="005F12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D01A6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Уровень образования (класс) основное общее образование 5- 9класс</w:t>
      </w:r>
    </w:p>
    <w:p w:rsidR="00355821" w:rsidRPr="009B64A2" w:rsidRDefault="00355821" w:rsidP="00D01A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950E14">
      <w:pPr>
        <w:tabs>
          <w:tab w:val="right" w:pos="93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Количество часов 374</w:t>
      </w:r>
      <w:r w:rsidRPr="009B64A2">
        <w:rPr>
          <w:rFonts w:ascii="Times New Roman" w:hAnsi="Times New Roman"/>
          <w:sz w:val="24"/>
          <w:szCs w:val="24"/>
        </w:rPr>
        <w:tab/>
      </w:r>
    </w:p>
    <w:p w:rsidR="00355821" w:rsidRPr="009B64A2" w:rsidRDefault="00355821" w:rsidP="005F121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5F121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9B64A2">
        <w:rPr>
          <w:rFonts w:ascii="Times New Roman" w:hAnsi="Times New Roman"/>
          <w:color w:val="000000"/>
          <w:sz w:val="24"/>
          <w:szCs w:val="24"/>
        </w:rPr>
        <w:t xml:space="preserve">Учитель    Кузнецова Н.Н., </w:t>
      </w:r>
      <w:r>
        <w:rPr>
          <w:rFonts w:ascii="Times New Roman" w:hAnsi="Times New Roman"/>
          <w:color w:val="000000"/>
          <w:sz w:val="24"/>
          <w:szCs w:val="24"/>
        </w:rPr>
        <w:t>Будкова И.В., Козубов Ю.М.</w:t>
      </w:r>
    </w:p>
    <w:p w:rsidR="00355821" w:rsidRPr="009B64A2" w:rsidRDefault="00355821" w:rsidP="004B0C64">
      <w:pPr>
        <w:shd w:val="clear" w:color="auto" w:fill="FFFFFF"/>
        <w:spacing w:after="0" w:line="317" w:lineRule="exac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55821" w:rsidRPr="009B64A2" w:rsidRDefault="00355821" w:rsidP="000356EC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  <w:u w:val="single"/>
        </w:rPr>
      </w:pPr>
      <w:r w:rsidRPr="009B64A2">
        <w:rPr>
          <w:sz w:val="24"/>
          <w:szCs w:val="24"/>
        </w:rPr>
        <w:t xml:space="preserve">Рабочая программа разработана на основе </w:t>
      </w:r>
      <w:r w:rsidRPr="009B64A2">
        <w:rPr>
          <w:sz w:val="24"/>
          <w:szCs w:val="24"/>
          <w:u w:val="single"/>
        </w:rPr>
        <w:t xml:space="preserve">Примерной основной образовательной программа основного общего образования  по истории, одобрена Федеральным учебно-методическим объединение по общему образованию протокол №1/15 от 8.04.2015г. </w:t>
      </w:r>
    </w:p>
    <w:p w:rsidR="00355821" w:rsidRPr="009B64A2" w:rsidRDefault="00355821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sz w:val="24"/>
          <w:szCs w:val="24"/>
          <w:u w:val="single"/>
        </w:rPr>
      </w:pPr>
    </w:p>
    <w:p w:rsidR="00355821" w:rsidRPr="009B64A2" w:rsidRDefault="00355821" w:rsidP="004B0C64">
      <w:pPr>
        <w:pStyle w:val="BodyText"/>
        <w:widowControl/>
        <w:shd w:val="clear" w:color="auto" w:fill="auto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line="240" w:lineRule="auto"/>
        <w:rPr>
          <w:color w:val="FF0000"/>
          <w:sz w:val="24"/>
          <w:szCs w:val="24"/>
          <w:u w:val="single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950E14">
      <w:pPr>
        <w:spacing w:after="0" w:line="270" w:lineRule="atLeas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B64A2">
        <w:rPr>
          <w:rFonts w:ascii="Times New Roman" w:hAnsi="Times New Roman"/>
          <w:b/>
          <w:bCs/>
          <w:color w:val="000000"/>
          <w:sz w:val="24"/>
          <w:szCs w:val="24"/>
        </w:rPr>
        <w:t>СОДЕРЖАНИЕ:</w:t>
      </w: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B64A2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Стр.</w:t>
      </w: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6D0EC3" w:rsidRDefault="00355821" w:rsidP="006D0EC3">
      <w:pPr>
        <w:contextualSpacing/>
        <w:rPr>
          <w:rFonts w:ascii="Times New Roman" w:hAnsi="Times New Roman"/>
          <w:b/>
          <w:sz w:val="28"/>
          <w:szCs w:val="28"/>
          <w:lang w:eastAsia="en-US"/>
        </w:rPr>
      </w:pPr>
      <w:r w:rsidRPr="006D0EC3">
        <w:rPr>
          <w:rFonts w:ascii="Times New Roman" w:hAnsi="Times New Roman"/>
          <w:sz w:val="24"/>
          <w:szCs w:val="24"/>
        </w:rPr>
        <w:t xml:space="preserve">1) </w:t>
      </w:r>
      <w:r w:rsidRPr="006D0EC3">
        <w:rPr>
          <w:rFonts w:ascii="Times New Roman" w:hAnsi="Times New Roman"/>
          <w:sz w:val="28"/>
          <w:szCs w:val="28"/>
          <w:lang w:eastAsia="en-US"/>
        </w:rPr>
        <w:t>Планируемые результаты освоения учебного предмета, курса.</w:t>
      </w:r>
      <w:r w:rsidRPr="006D0EC3">
        <w:rPr>
          <w:rFonts w:ascii="Times New Roman" w:hAnsi="Times New Roman"/>
          <w:b/>
          <w:sz w:val="28"/>
          <w:szCs w:val="28"/>
          <w:lang w:eastAsia="en-US"/>
        </w:rPr>
        <w:t xml:space="preserve">              </w:t>
      </w:r>
      <w:r w:rsidRPr="006D0EC3">
        <w:rPr>
          <w:rFonts w:ascii="Times New Roman" w:hAnsi="Times New Roman"/>
          <w:sz w:val="24"/>
          <w:szCs w:val="24"/>
        </w:rPr>
        <w:t>2</w:t>
      </w:r>
    </w:p>
    <w:p w:rsidR="00355821" w:rsidRPr="006D0EC3" w:rsidRDefault="00355821" w:rsidP="006146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821" w:rsidRPr="006D0EC3" w:rsidRDefault="00355821" w:rsidP="006D0E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0EC3">
        <w:rPr>
          <w:rFonts w:ascii="Times New Roman" w:hAnsi="Times New Roman"/>
          <w:sz w:val="24"/>
          <w:szCs w:val="24"/>
        </w:rPr>
        <w:t>2)</w:t>
      </w:r>
      <w:r w:rsidRPr="006D0EC3">
        <w:rPr>
          <w:rFonts w:ascii="Times New Roman" w:hAnsi="Times New Roman"/>
          <w:sz w:val="28"/>
          <w:szCs w:val="28"/>
          <w:lang w:eastAsia="en-US"/>
        </w:rPr>
        <w:t>Содержание учебного предмета, курса</w:t>
      </w:r>
      <w:r w:rsidRPr="006D0EC3">
        <w:rPr>
          <w:rFonts w:ascii="Times New Roman" w:hAnsi="Times New Roman"/>
          <w:sz w:val="24"/>
          <w:szCs w:val="24"/>
        </w:rPr>
        <w:t xml:space="preserve">                                                                5</w:t>
      </w:r>
    </w:p>
    <w:p w:rsidR="00355821" w:rsidRPr="006D0EC3" w:rsidRDefault="00355821" w:rsidP="006146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821" w:rsidRPr="006D0EC3" w:rsidRDefault="00355821" w:rsidP="006D0EC3">
      <w:pPr>
        <w:spacing w:after="0" w:line="240" w:lineRule="auto"/>
        <w:ind w:right="283"/>
        <w:rPr>
          <w:rFonts w:ascii="Times New Roman" w:hAnsi="Times New Roman"/>
          <w:sz w:val="24"/>
          <w:szCs w:val="24"/>
        </w:rPr>
      </w:pPr>
      <w:r w:rsidRPr="006D0EC3">
        <w:rPr>
          <w:rFonts w:ascii="Times New Roman" w:hAnsi="Times New Roman"/>
          <w:sz w:val="24"/>
          <w:szCs w:val="24"/>
        </w:rPr>
        <w:t xml:space="preserve">3) </w:t>
      </w:r>
      <w:r w:rsidRPr="006D0EC3">
        <w:rPr>
          <w:rFonts w:ascii="Times New Roman" w:hAnsi="Times New Roman"/>
          <w:sz w:val="28"/>
          <w:szCs w:val="28"/>
          <w:lang w:eastAsia="en-US"/>
        </w:rPr>
        <w:t>Тематическое планирование с указанием количества часов, от</w:t>
      </w:r>
      <w:r>
        <w:rPr>
          <w:rFonts w:ascii="Times New Roman" w:hAnsi="Times New Roman"/>
          <w:sz w:val="28"/>
          <w:szCs w:val="28"/>
          <w:lang w:eastAsia="en-US"/>
        </w:rPr>
        <w:t>водимых на освоение каждой темы                                                                               23</w:t>
      </w:r>
    </w:p>
    <w:p w:rsidR="00355821" w:rsidRPr="006D0EC3" w:rsidRDefault="00355821" w:rsidP="006146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821" w:rsidRPr="006D0EC3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9B64A2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4D2814" w:rsidRDefault="00355821" w:rsidP="004D2814">
      <w:pPr>
        <w:ind w:left="72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D2814">
        <w:rPr>
          <w:rFonts w:ascii="Times New Roman" w:hAnsi="Times New Roman"/>
          <w:b/>
          <w:sz w:val="28"/>
          <w:szCs w:val="28"/>
          <w:lang w:eastAsia="en-US"/>
        </w:rPr>
        <w:t>1. Планируемые результаты освоения учебного предмета, курса.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1)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3) формирование умений применения исторических знаний для осмысления сущности современных общественных явлений, жизни в современном поликультурном, полиэтничном и многоконфессиональном мире;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4) формирование важнейших культурно-исторических ориентиров для гражданской, этнонациональной,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355821" w:rsidRPr="006D0EC3" w:rsidRDefault="00355821" w:rsidP="006D0EC3">
      <w:pPr>
        <w:pStyle w:val="ConsPlusNormal"/>
        <w:ind w:firstLine="540"/>
        <w:jc w:val="both"/>
        <w:rPr>
          <w:rStyle w:val="600pt"/>
          <w:b w:val="0"/>
          <w:color w:val="auto"/>
          <w:sz w:val="24"/>
          <w:szCs w:val="24"/>
          <w:lang w:eastAsia="ru-RU"/>
        </w:rPr>
      </w:pPr>
      <w:r w:rsidRPr="006D0EC3">
        <w:rPr>
          <w:rStyle w:val="600pt"/>
          <w:b w:val="0"/>
          <w:color w:val="auto"/>
          <w:sz w:val="24"/>
          <w:szCs w:val="24"/>
          <w:lang w:eastAsia="ru-RU"/>
        </w:rPr>
        <w:t>6) воспитание уважения к историческому наследию народов России; восприятие традиций исторического диалога, сложившихся в поликультурном, полиэтничном и многоконфессиональном Российском государстве.</w:t>
      </w:r>
    </w:p>
    <w:p w:rsidR="00355821" w:rsidRDefault="00355821" w:rsidP="007B0F04">
      <w:pPr>
        <w:pStyle w:val="NoSpacing"/>
        <w:ind w:firstLine="414"/>
        <w:jc w:val="both"/>
        <w:rPr>
          <w:rStyle w:val="600pt"/>
          <w:b w:val="0"/>
          <w:bCs w:val="0"/>
          <w:color w:val="auto"/>
          <w:sz w:val="24"/>
          <w:szCs w:val="24"/>
          <w:lang w:eastAsia="ru-RU"/>
        </w:rPr>
      </w:pPr>
    </w:p>
    <w:p w:rsidR="00355821" w:rsidRPr="009B64A2" w:rsidRDefault="00355821" w:rsidP="007B0F04">
      <w:pPr>
        <w:pStyle w:val="NoSpacing"/>
        <w:ind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 xml:space="preserve">Изучение истории в основной школе даёт возможность достичь следующих результатов в направлении </w:t>
      </w:r>
      <w:r w:rsidRPr="009B64A2">
        <w:rPr>
          <w:rStyle w:val="600pt"/>
          <w:bCs w:val="0"/>
          <w:color w:val="auto"/>
          <w:sz w:val="24"/>
          <w:szCs w:val="24"/>
          <w:lang w:eastAsia="ru-RU"/>
        </w:rPr>
        <w:t>личностного развития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: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воспитание российской гражданской идентичности: патри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отизма, любви и уважения к Отечеству, чувства гордости за свою Родину, за российскую химическую науку;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целостного мировоззрения, соответствующе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го современному уровню развития науки и общественной прак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тики, а также социальному, культурному, языковому и духовному многообразию современного мира;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ответственного отношения к учению, готов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сиях и личных профессиональных предпочтений, осознанному построению индивидуальной образовательной траектории с учё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том устойчивых познавательных интересов;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коммуникативной компетентности в обра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зовательной, общественно полезной, учебно-исследовательской, творческой и других видах деятельности;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понимания ценности здорового и безопас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ного образа жизни; усвоение правил индивидуального и кол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лективного безопасного поведения в чрезвычайных ситуациях, угрожающих жизни и здоровью людей;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познавательной и информационной куль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димости ответственного, бережного отношения к окружающей среде;</w:t>
      </w:r>
    </w:p>
    <w:p w:rsidR="00355821" w:rsidRPr="009B64A2" w:rsidRDefault="00355821" w:rsidP="00913BB5">
      <w:pPr>
        <w:pStyle w:val="NoSpacing"/>
        <w:numPr>
          <w:ilvl w:val="0"/>
          <w:numId w:val="1"/>
        </w:numPr>
        <w:ind w:left="0" w:firstLine="414"/>
        <w:jc w:val="both"/>
        <w:rPr>
          <w:rStyle w:val="600pt"/>
          <w:b w:val="0"/>
          <w:bCs w:val="0"/>
          <w:color w:val="auto"/>
          <w:sz w:val="24"/>
          <w:szCs w:val="24"/>
          <w:shd w:val="clear" w:color="auto" w:fill="auto"/>
          <w:lang w:eastAsia="ru-RU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и внеучебной деятельности, спо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собности оценивать проблемные ситуации и оперативно прини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мать ответственные решения в различных продуктивных видах деятельности (учебная поисково-исследовательская, клубная, проектная, кружковая и т. п.).</w:t>
      </w:r>
    </w:p>
    <w:p w:rsidR="00355821" w:rsidRPr="009B64A2" w:rsidRDefault="00355821" w:rsidP="00C561E5">
      <w:pPr>
        <w:pStyle w:val="NoSpacing"/>
        <w:ind w:firstLine="567"/>
        <w:jc w:val="both"/>
        <w:rPr>
          <w:rStyle w:val="600pt"/>
          <w:bCs w:val="0"/>
          <w:color w:val="auto"/>
          <w:sz w:val="24"/>
          <w:szCs w:val="24"/>
          <w:lang w:eastAsia="ru-RU"/>
        </w:rPr>
      </w:pPr>
    </w:p>
    <w:p w:rsidR="00355821" w:rsidRPr="009B64A2" w:rsidRDefault="00355821" w:rsidP="00C561E5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Cs w:val="0"/>
          <w:color w:val="auto"/>
          <w:sz w:val="24"/>
          <w:szCs w:val="24"/>
          <w:lang w:eastAsia="ru-RU"/>
        </w:rPr>
        <w:t>Метапредметными результатами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 xml:space="preserve"> освоения основной образо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вательной программы основного общего образования являются: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вательных задач;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понимать проблему, ставить вопросы, выдвигать гипотезу, давать определения понятиям, классифицировать, струк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турировать материал, проводить эксперименты, аргументировать собственную позицию, формулировать выводы и заключения;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соотносить свои действия с планируемыми резуль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ствия в соответствии с изменяющейся ситуацией;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формирование и развитие компетентности в области использования инструментов и технических средств информа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ционных технологий (компьютеров и программного обеспече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ния) как инструментальной основы развития коммуникативных и познавательных универсальных учебных действий;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тельных задач;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извлекать информацию из различных источников (включая средства массовой информации, компакт-диски учеб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ного назначения, ресурсы Интернета), свободно пользоваться справочной литературой, в том числе и на электронных носите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лях, соблюдать нормы информационной избирательности, этики;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организовать свою жизнь в соответствии с пред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ставлениями о здоровом образе жизни, правах и обязанностях гражданина, ценностях бытия, культуры и социального взаимо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действия;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выполнять познавательные и практические зада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ния, в том числе проектные;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 xml:space="preserve">умение самостоятельно и 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pgNum/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имии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pgNum/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нтировано оценивать свои действия и действия одноклассников, содержательно обо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лённой сложности;</w:t>
      </w:r>
    </w:p>
    <w:p w:rsidR="00355821" w:rsidRPr="009B64A2" w:rsidRDefault="00355821" w:rsidP="00913BB5">
      <w:pPr>
        <w:pStyle w:val="NoSpacing"/>
        <w:numPr>
          <w:ilvl w:val="0"/>
          <w:numId w:val="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t>умение работать в группе — эффективно сотрудничать и взаимодействовать на основе координации различных пози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ций при выработке общего решения в совместной деятельно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сти; слушать партнёра, формулировать и аргументировать своё мнение, корректно отстаивать свою позицию и координировать её с позицией партнёров, в том- числе в ситуации столкновения интересов; продуктивно разрешать конфликты на основе учёта интересов и позиций всех его участников, поиска и оценки аль</w:t>
      </w:r>
      <w:r w:rsidRPr="009B64A2">
        <w:rPr>
          <w:rStyle w:val="600pt"/>
          <w:b w:val="0"/>
          <w:bCs w:val="0"/>
          <w:color w:val="auto"/>
          <w:sz w:val="24"/>
          <w:szCs w:val="24"/>
          <w:lang w:eastAsia="ru-RU"/>
        </w:rPr>
        <w:softHyphen/>
        <w:t>тернативных способов разрешения конфликтов.</w:t>
      </w:r>
    </w:p>
    <w:p w:rsidR="00355821" w:rsidRPr="009B64A2" w:rsidRDefault="00355821" w:rsidP="00D80D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9B64A2">
        <w:rPr>
          <w:rFonts w:ascii="Times New Roman" w:hAnsi="Times New Roman"/>
          <w:sz w:val="24"/>
          <w:szCs w:val="24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355821" w:rsidRPr="009B64A2" w:rsidRDefault="00355821" w:rsidP="00913BB5">
      <w:pPr>
        <w:pStyle w:val="ListParagraph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355821" w:rsidRPr="009B64A2" w:rsidRDefault="00355821" w:rsidP="00913BB5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355821" w:rsidRPr="00CE268A" w:rsidRDefault="00355821" w:rsidP="00CE268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bookmarkStart w:id="0" w:name="bookmark11"/>
      <w:r w:rsidRPr="0074495D">
        <w:rPr>
          <w:rFonts w:ascii="Times New Roman" w:hAnsi="Times New Roman"/>
          <w:b/>
          <w:sz w:val="28"/>
          <w:szCs w:val="28"/>
        </w:rPr>
        <w:t>История</w:t>
      </w:r>
      <w:r w:rsidRPr="00CE268A">
        <w:rPr>
          <w:rFonts w:ascii="Times New Roman" w:hAnsi="Times New Roman"/>
          <w:b/>
          <w:sz w:val="24"/>
          <w:szCs w:val="24"/>
        </w:rPr>
        <w:t xml:space="preserve"> Древнего мира (5 класс)</w:t>
      </w:r>
    </w:p>
    <w:p w:rsidR="00355821" w:rsidRPr="00CE268A" w:rsidRDefault="00355821" w:rsidP="00CE268A">
      <w:pPr>
        <w:pStyle w:val="a0"/>
        <w:spacing w:line="240" w:lineRule="auto"/>
        <w:ind w:firstLine="709"/>
        <w:rPr>
          <w:b/>
          <w:sz w:val="24"/>
        </w:rPr>
      </w:pPr>
      <w:r w:rsidRPr="00CE268A">
        <w:rPr>
          <w:b/>
          <w:sz w:val="24"/>
        </w:rPr>
        <w:t>Выпускник научится: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объяснять,</w:t>
      </w:r>
      <w:r w:rsidRPr="00CE268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68A">
        <w:rPr>
          <w:rFonts w:ascii="Times New Roman" w:hAnsi="Times New Roman"/>
          <w:sz w:val="24"/>
          <w:szCs w:val="24"/>
        </w:rPr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355821" w:rsidRPr="00CE268A" w:rsidRDefault="00355821" w:rsidP="00CE268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b/>
          <w:sz w:val="24"/>
          <w:szCs w:val="24"/>
        </w:rPr>
        <w:t xml:space="preserve">История Средних веков. </w:t>
      </w:r>
      <w:r w:rsidRPr="00CE268A"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 (</w:t>
      </w:r>
      <w:r w:rsidRPr="00CE268A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CE268A">
        <w:rPr>
          <w:rFonts w:ascii="Times New Roman" w:hAnsi="Times New Roman"/>
          <w:b/>
          <w:sz w:val="24"/>
          <w:szCs w:val="24"/>
        </w:rPr>
        <w:t xml:space="preserve"> –</w:t>
      </w:r>
      <w:r w:rsidRPr="00CE268A">
        <w:rPr>
          <w:rFonts w:ascii="Times New Roman" w:hAnsi="Times New Roman"/>
          <w:b/>
          <w:sz w:val="24"/>
          <w:szCs w:val="24"/>
          <w:lang w:val="en-US"/>
        </w:rPr>
        <w:t>XV</w:t>
      </w:r>
      <w:r w:rsidRPr="00CE268A">
        <w:rPr>
          <w:rFonts w:ascii="Times New Roman" w:hAnsi="Times New Roman"/>
          <w:b/>
          <w:sz w:val="24"/>
          <w:szCs w:val="24"/>
        </w:rPr>
        <w:t xml:space="preserve"> вв.) (6 класс)</w:t>
      </w:r>
    </w:p>
    <w:p w:rsidR="00355821" w:rsidRPr="00CE268A" w:rsidRDefault="00355821" w:rsidP="00CE268A">
      <w:pPr>
        <w:pStyle w:val="a0"/>
        <w:spacing w:line="240" w:lineRule="auto"/>
        <w:ind w:firstLine="709"/>
        <w:rPr>
          <w:b/>
          <w:sz w:val="24"/>
        </w:rPr>
      </w:pPr>
      <w:r w:rsidRPr="00CE268A">
        <w:rPr>
          <w:b/>
          <w:sz w:val="24"/>
        </w:rPr>
        <w:t>Выпускник научится: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объяснять причины и следствия ключевых событий отечественной и всеобщей истории Средних веков;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Средних веков.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E268A">
        <w:rPr>
          <w:rFonts w:ascii="Times New Roman" w:hAnsi="Times New Roman"/>
          <w:b/>
          <w:sz w:val="24"/>
          <w:szCs w:val="24"/>
        </w:rPr>
        <w:t xml:space="preserve">История Нового времени. </w:t>
      </w:r>
      <w:r w:rsidRPr="00CE268A">
        <w:rPr>
          <w:rFonts w:ascii="Times New Roman" w:hAnsi="Times New Roman"/>
          <w:b/>
          <w:bCs/>
          <w:sz w:val="24"/>
          <w:szCs w:val="24"/>
        </w:rPr>
        <w:t>Россия в XVI – Х</w:t>
      </w:r>
      <w:r w:rsidRPr="00CE268A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CE268A">
        <w:rPr>
          <w:rFonts w:ascii="Times New Roman" w:hAnsi="Times New Roman"/>
          <w:b/>
          <w:bCs/>
          <w:sz w:val="24"/>
          <w:szCs w:val="24"/>
        </w:rPr>
        <w:t>Х веках</w:t>
      </w:r>
      <w:r w:rsidRPr="00CE268A">
        <w:rPr>
          <w:rFonts w:ascii="Times New Roman" w:hAnsi="Times New Roman"/>
          <w:b/>
          <w:sz w:val="24"/>
          <w:szCs w:val="24"/>
        </w:rPr>
        <w:t xml:space="preserve"> (7</w:t>
      </w:r>
      <w:r w:rsidRPr="00CE268A">
        <w:rPr>
          <w:rFonts w:ascii="Times New Roman" w:hAnsi="Times New Roman"/>
          <w:sz w:val="24"/>
          <w:szCs w:val="24"/>
        </w:rPr>
        <w:t>–</w:t>
      </w:r>
      <w:r w:rsidRPr="00CE268A">
        <w:rPr>
          <w:rFonts w:ascii="Times New Roman" w:hAnsi="Times New Roman"/>
          <w:b/>
          <w:sz w:val="24"/>
          <w:szCs w:val="24"/>
        </w:rPr>
        <w:t>9 класс)</w:t>
      </w:r>
    </w:p>
    <w:p w:rsidR="00355821" w:rsidRPr="00CE268A" w:rsidRDefault="00355821" w:rsidP="00CE268A">
      <w:pPr>
        <w:pStyle w:val="a0"/>
        <w:spacing w:line="240" w:lineRule="auto"/>
        <w:ind w:firstLine="709"/>
        <w:rPr>
          <w:b/>
          <w:sz w:val="24"/>
        </w:rPr>
      </w:pPr>
      <w:r w:rsidRPr="00CE268A">
        <w:rPr>
          <w:b/>
          <w:sz w:val="24"/>
        </w:rPr>
        <w:t>Выпускник научится: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объяснять</w:t>
      </w:r>
      <w:r w:rsidRPr="00CE268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68A">
        <w:rPr>
          <w:rFonts w:ascii="Times New Roman" w:hAnsi="Times New Roman"/>
          <w:sz w:val="24"/>
          <w:szCs w:val="24"/>
        </w:rPr>
        <w:t>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сопоставлять</w:t>
      </w:r>
      <w:r w:rsidRPr="00CE268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E268A">
        <w:rPr>
          <w:rFonts w:ascii="Times New Roman" w:hAnsi="Times New Roman"/>
          <w:sz w:val="24"/>
          <w:szCs w:val="24"/>
        </w:rPr>
        <w:t>развитие России и других стран в Новое время, сравнивать исторические ситуации и события;</w:t>
      </w:r>
    </w:p>
    <w:p w:rsidR="00355821" w:rsidRPr="00CE268A" w:rsidRDefault="00355821" w:rsidP="00CE2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268A">
        <w:rPr>
          <w:rFonts w:ascii="Times New Roman" w:hAnsi="Times New Roman"/>
          <w:sz w:val="24"/>
          <w:szCs w:val="24"/>
        </w:rPr>
        <w:t>• давать оценку событиям и личностям отечественной и всеобщей истории Нового времени.</w:t>
      </w:r>
    </w:p>
    <w:bookmarkEnd w:id="0"/>
    <w:p w:rsidR="00355821" w:rsidRPr="004D2814" w:rsidRDefault="00355821" w:rsidP="004D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D2814">
        <w:rPr>
          <w:rFonts w:ascii="Times New Roman" w:hAnsi="Times New Roman"/>
          <w:b/>
          <w:sz w:val="28"/>
          <w:szCs w:val="28"/>
          <w:lang w:eastAsia="en-US"/>
        </w:rPr>
        <w:t>2. Содержание учебного предмета, курса:</w:t>
      </w:r>
    </w:p>
    <w:p w:rsidR="00355821" w:rsidRPr="004D2814" w:rsidRDefault="00355821" w:rsidP="004D2814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55821" w:rsidRPr="004D2814" w:rsidRDefault="00355821" w:rsidP="004D2814">
      <w:p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4D2814">
        <w:rPr>
          <w:rFonts w:ascii="Times New Roman" w:hAnsi="Times New Roman"/>
          <w:b/>
          <w:sz w:val="24"/>
          <w:szCs w:val="24"/>
          <w:lang w:eastAsia="en-US"/>
        </w:rPr>
        <w:t xml:space="preserve">2.1  Наименование разделов учебной программы и характеристика основных содержательных линий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История России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От Древней Руси к Российскому государству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Введение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Народы и государства на территории нашей страны в древности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Заселение территории нашей страны человеком. Каменный век. </w:t>
      </w:r>
      <w:r w:rsidRPr="009B64A2">
        <w:rPr>
          <w:rFonts w:ascii="Times New Roman" w:hAnsi="Times New Roman"/>
          <w:i/>
          <w:sz w:val="24"/>
          <w:szCs w:val="24"/>
        </w:rPr>
        <w:t>Особенности перехода от присваивающего хозяйства к производящему на территории Северной Евразии.Ареалы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Народы, проживавшие на этой территории до середины I тысячелетия до н.э. </w:t>
      </w:r>
      <w:r w:rsidRPr="009B64A2">
        <w:rPr>
          <w:rFonts w:ascii="Times New Roman" w:hAnsi="Times New Roman"/>
          <w:i/>
          <w:sz w:val="24"/>
          <w:szCs w:val="24"/>
        </w:rPr>
        <w:t xml:space="preserve">Античные города-государства Северного Причерноморья. Боспорское царство. Скифское царство. Дербент.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Восточная Европа в середине I тыс. н.э.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Великое переселение народов. </w:t>
      </w:r>
      <w:r w:rsidRPr="009B64A2">
        <w:rPr>
          <w:rFonts w:ascii="Times New Roman" w:hAnsi="Times New Roman"/>
          <w:i/>
          <w:sz w:val="24"/>
          <w:szCs w:val="24"/>
        </w:rPr>
        <w:t>Миграция готов. Нашествие гуннов.</w:t>
      </w:r>
      <w:r w:rsidRPr="009B64A2">
        <w:rPr>
          <w:rFonts w:ascii="Times New Roman" w:hAnsi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9B64A2">
        <w:rPr>
          <w:rFonts w:ascii="Times New Roman" w:hAnsi="Times New Roman"/>
          <w:i/>
          <w:sz w:val="24"/>
          <w:szCs w:val="24"/>
        </w:rPr>
        <w:t>Славянские общности Восточной Европы.</w:t>
      </w:r>
      <w:r w:rsidRPr="009B64A2">
        <w:rPr>
          <w:rFonts w:ascii="Times New Roman" w:hAnsi="Times New Roman"/>
          <w:sz w:val="24"/>
          <w:szCs w:val="24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9B64A2">
        <w:rPr>
          <w:rFonts w:ascii="Times New Roman" w:hAnsi="Times New Roman"/>
          <w:i/>
          <w:sz w:val="24"/>
          <w:szCs w:val="24"/>
        </w:rPr>
        <w:t xml:space="preserve">. Тюркский каганат. Хазарский каганат. Волжская Булгария.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Образование государства Русь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i/>
          <w:sz w:val="24"/>
          <w:szCs w:val="24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i/>
          <w:sz w:val="24"/>
          <w:szCs w:val="24"/>
        </w:rPr>
        <w:t>Государства Центральной и Западной Европы. Первые известия о Руси.</w:t>
      </w:r>
      <w:r w:rsidRPr="009B64A2">
        <w:rPr>
          <w:rFonts w:ascii="Times New Roman" w:hAnsi="Times New Roman"/>
          <w:sz w:val="24"/>
          <w:szCs w:val="24"/>
        </w:rPr>
        <w:t xml:space="preserve"> Проблема образования Древнерусского государства. Начало династии Рюриковичей.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из варяг в греки. Волжский торговый путь.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Русь в конце X – начале XII 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</w:t>
      </w:r>
      <w:r w:rsidRPr="009B64A2">
        <w:rPr>
          <w:rFonts w:ascii="Times New Roman" w:hAnsi="Times New Roman"/>
          <w:i/>
          <w:sz w:val="24"/>
          <w:szCs w:val="24"/>
        </w:rPr>
        <w:t>церковные уставы.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9B64A2">
        <w:rPr>
          <w:rFonts w:ascii="Times New Roman" w:hAnsi="Times New Roman"/>
          <w:i/>
          <w:sz w:val="24"/>
          <w:szCs w:val="24"/>
        </w:rPr>
        <w:t>(Дешт-и-Кипчак</w:t>
      </w:r>
      <w:r w:rsidRPr="009B64A2">
        <w:rPr>
          <w:rFonts w:ascii="Times New Roman" w:hAnsi="Times New Roman"/>
          <w:sz w:val="24"/>
          <w:szCs w:val="24"/>
        </w:rPr>
        <w:t xml:space="preserve">), </w:t>
      </w:r>
      <w:r w:rsidRPr="009B64A2">
        <w:rPr>
          <w:rFonts w:ascii="Times New Roman" w:hAnsi="Times New Roman"/>
          <w:i/>
          <w:sz w:val="24"/>
          <w:szCs w:val="24"/>
        </w:rPr>
        <w:t>странами Центральной, Западной и Северной Европы.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9B64A2">
        <w:rPr>
          <w:rFonts w:ascii="Times New Roman" w:hAnsi="Times New Roman"/>
          <w:i/>
          <w:sz w:val="24"/>
          <w:szCs w:val="24"/>
        </w:rPr>
        <w:t>«Новгородская псалтирь». «Остромирово Евангелие».</w:t>
      </w:r>
      <w:r w:rsidRPr="009B64A2">
        <w:rPr>
          <w:rFonts w:ascii="Times New Roman" w:hAnsi="Times New Roman"/>
          <w:sz w:val="24"/>
          <w:szCs w:val="24"/>
        </w:rPr>
        <w:t xml:space="preserve"> Появление древнерусской литературы. </w:t>
      </w:r>
      <w:r w:rsidRPr="009B64A2">
        <w:rPr>
          <w:rFonts w:ascii="Times New Roman" w:hAnsi="Times New Roman"/>
          <w:i/>
          <w:sz w:val="24"/>
          <w:szCs w:val="24"/>
        </w:rPr>
        <w:t>«Слово о Законе и Благодати».</w:t>
      </w:r>
      <w:r w:rsidRPr="009B64A2">
        <w:rPr>
          <w:rFonts w:ascii="Times New Roman" w:hAnsi="Times New Roman"/>
          <w:sz w:val="24"/>
          <w:szCs w:val="24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Русь в середине XII – начале XIII 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9B64A2">
        <w:rPr>
          <w:rFonts w:ascii="Times New Roman" w:hAnsi="Times New Roman"/>
          <w:i/>
          <w:sz w:val="24"/>
          <w:szCs w:val="24"/>
        </w:rPr>
        <w:t xml:space="preserve">Эволюция общественного строя и права.Внешняя политика русских земель в евразийском контексте.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Русские земли в середине XIII – XIV в</w:t>
      </w:r>
      <w:r w:rsidRPr="009B64A2">
        <w:rPr>
          <w:rFonts w:ascii="Times New Roman" w:hAnsi="Times New Roman"/>
          <w:sz w:val="24"/>
          <w:szCs w:val="24"/>
        </w:rPr>
        <w:t xml:space="preserve">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9B64A2">
        <w:rPr>
          <w:rFonts w:ascii="Times New Roman" w:hAnsi="Times New Roman"/>
          <w:i/>
          <w:sz w:val="24"/>
          <w:szCs w:val="24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Народы и государства степной зоны Восточной Европы и Сибири в XIII-XV вв.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Pr="009B64A2">
        <w:rPr>
          <w:rFonts w:ascii="Times New Roman" w:hAnsi="Times New Roman"/>
          <w:i/>
          <w:sz w:val="24"/>
          <w:szCs w:val="24"/>
        </w:rPr>
        <w:t>Касимовское ханство.</w:t>
      </w:r>
      <w:r w:rsidRPr="009B64A2">
        <w:rPr>
          <w:rFonts w:ascii="Times New Roman" w:hAnsi="Times New Roman"/>
          <w:sz w:val="24"/>
          <w:szCs w:val="24"/>
        </w:rPr>
        <w:t xml:space="preserve"> Дикое поле. Народы Северного Кавказа. </w:t>
      </w:r>
      <w:r w:rsidRPr="009B64A2">
        <w:rPr>
          <w:rFonts w:ascii="Times New Roman" w:hAnsi="Times New Roman"/>
          <w:i/>
          <w:sz w:val="24"/>
          <w:szCs w:val="24"/>
        </w:rPr>
        <w:t>Итальянские фактории Причерноморья (Каффа, Тана, Солдайя и др) и их роль в системе торговых и политических связей Руси с Западом и Востоком.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i/>
          <w:sz w:val="24"/>
          <w:szCs w:val="24"/>
        </w:rPr>
        <w:t>Изменения в представлениях о картине мира в Евразии в связи с завершением монгольских завоеваний.</w:t>
      </w:r>
      <w:r w:rsidRPr="009B64A2">
        <w:rPr>
          <w:rFonts w:ascii="Times New Roman" w:hAnsi="Times New Roman"/>
          <w:sz w:val="24"/>
          <w:szCs w:val="24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Епифаний Премудрый. Архитектура. Изобразительное искусство. Феофан Грек. Андрей Рублев.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Формирование единого Русского государства в XV веке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9B64A2">
        <w:rPr>
          <w:rFonts w:ascii="Times New Roman" w:hAnsi="Times New Roman"/>
          <w:i/>
          <w:sz w:val="24"/>
          <w:szCs w:val="24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9B64A2">
        <w:rPr>
          <w:rFonts w:ascii="Times New Roman" w:hAnsi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9B64A2">
        <w:rPr>
          <w:rFonts w:ascii="Times New Roman" w:hAnsi="Times New Roman"/>
          <w:i/>
          <w:sz w:val="24"/>
          <w:szCs w:val="24"/>
        </w:rPr>
        <w:t>Формирование аппарата управления единого государства. Перемены в устройстве двора великого князя:</w:t>
      </w:r>
      <w:r w:rsidRPr="009B64A2">
        <w:rPr>
          <w:rFonts w:ascii="Times New Roman" w:hAnsi="Times New Roman"/>
          <w:sz w:val="24"/>
          <w:szCs w:val="24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r w:rsidRPr="009B64A2">
        <w:rPr>
          <w:rFonts w:ascii="Times New Roman" w:hAnsi="Times New Roman"/>
          <w:i/>
          <w:sz w:val="24"/>
          <w:szCs w:val="24"/>
        </w:rPr>
        <w:t>Внутрицерковная борьба (иосифляне и нестяжатели, ереси).</w:t>
      </w:r>
      <w:r w:rsidRPr="009B64A2">
        <w:rPr>
          <w:rFonts w:ascii="Times New Roman" w:hAnsi="Times New Roman"/>
          <w:sz w:val="24"/>
          <w:szCs w:val="24"/>
        </w:rPr>
        <w:t xml:space="preserve">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Изобразительное искусство. </w:t>
      </w:r>
      <w:r w:rsidRPr="009B64A2">
        <w:rPr>
          <w:rFonts w:ascii="Times New Roman" w:hAnsi="Times New Roman"/>
          <w:i/>
          <w:sz w:val="24"/>
          <w:szCs w:val="24"/>
        </w:rPr>
        <w:t>Повседневная жизнь горожан и сельских жителей в древнерусский и раннемосковский периоды.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Наш регион в древности и средневековье.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B2E55">
        <w:rPr>
          <w:rFonts w:ascii="Times New Roman" w:hAnsi="Times New Roman"/>
          <w:b/>
          <w:bCs/>
          <w:sz w:val="24"/>
          <w:szCs w:val="24"/>
        </w:rPr>
        <w:t>Россия в XVI – XVII вв.: от великого княжества к царству.</w:t>
      </w:r>
    </w:p>
    <w:p w:rsidR="00355821" w:rsidRPr="00FB2E55" w:rsidRDefault="00355821" w:rsidP="00FB2E5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B2E55">
        <w:rPr>
          <w:rFonts w:ascii="Times New Roman" w:hAnsi="Times New Roman"/>
          <w:b/>
          <w:bCs/>
          <w:sz w:val="24"/>
          <w:szCs w:val="24"/>
        </w:rPr>
        <w:t xml:space="preserve"> Россия в XVI веке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FB2E55">
        <w:rPr>
          <w:rFonts w:ascii="Times New Roman" w:hAnsi="Times New Roman"/>
          <w:i/>
          <w:sz w:val="24"/>
          <w:szCs w:val="24"/>
        </w:rPr>
        <w:t>«Малая дума».</w:t>
      </w:r>
      <w:r w:rsidRPr="00FB2E55">
        <w:rPr>
          <w:rFonts w:ascii="Times New Roman" w:hAnsi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Регентство Елены Глинской. Сопротивление удельных князей великокняжеской власти. </w:t>
      </w:r>
      <w:r w:rsidRPr="00FB2E55">
        <w:rPr>
          <w:rFonts w:ascii="Times New Roman" w:hAnsi="Times New Roman"/>
          <w:i/>
          <w:sz w:val="24"/>
          <w:szCs w:val="24"/>
        </w:rPr>
        <w:t>Мятеж князя Андрея Старицкого.</w:t>
      </w:r>
      <w:r w:rsidRPr="00FB2E55">
        <w:rPr>
          <w:rFonts w:ascii="Times New Roman" w:hAnsi="Times New Roman"/>
          <w:sz w:val="24"/>
          <w:szCs w:val="24"/>
        </w:rPr>
        <w:t xml:space="preserve"> Унификация денежной системы. </w:t>
      </w:r>
      <w:r w:rsidRPr="00FB2E55">
        <w:rPr>
          <w:rFonts w:ascii="Times New Roman" w:hAnsi="Times New Roman"/>
          <w:i/>
          <w:sz w:val="24"/>
          <w:szCs w:val="24"/>
        </w:rPr>
        <w:t>Стародубская война с Польшей и Литвой.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FB2E55">
        <w:rPr>
          <w:rFonts w:ascii="Times New Roman" w:hAnsi="Times New Roman"/>
          <w:i/>
          <w:sz w:val="24"/>
          <w:szCs w:val="24"/>
        </w:rPr>
        <w:t xml:space="preserve">Ереси Матвея Башкина и Феодосия Косого.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FB2E55">
        <w:rPr>
          <w:rFonts w:ascii="Times New Roman" w:hAnsi="Times New Roman"/>
          <w:i/>
          <w:sz w:val="24"/>
          <w:szCs w:val="24"/>
        </w:rPr>
        <w:t>дискуссии о характере народного представительства.</w:t>
      </w:r>
      <w:r w:rsidRPr="00FB2E55">
        <w:rPr>
          <w:rFonts w:ascii="Times New Roman" w:hAnsi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Дворянство. </w:t>
      </w:r>
      <w:r w:rsidRPr="00FB2E55">
        <w:rPr>
          <w:rFonts w:ascii="Times New Roman" w:hAnsi="Times New Roman"/>
          <w:i/>
          <w:sz w:val="24"/>
          <w:szCs w:val="24"/>
        </w:rPr>
        <w:t>Служилые и неслужилые люди. Формирование Государева двора и «служилых городов».</w:t>
      </w:r>
      <w:r w:rsidRPr="00FB2E55">
        <w:rPr>
          <w:rFonts w:ascii="Times New Roman" w:hAnsi="Times New Roman"/>
          <w:sz w:val="24"/>
          <w:szCs w:val="24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Многонациональный состав населения Русского государства. </w:t>
      </w:r>
      <w:r w:rsidRPr="00FB2E55">
        <w:rPr>
          <w:rFonts w:ascii="Times New Roman" w:hAnsi="Times New Roman"/>
          <w:i/>
          <w:sz w:val="24"/>
          <w:szCs w:val="24"/>
        </w:rPr>
        <w:t>Финно-угорские народы</w:t>
      </w:r>
      <w:r w:rsidRPr="00FB2E55">
        <w:rPr>
          <w:rFonts w:ascii="Times New Roman" w:hAnsi="Times New Roman"/>
          <w:sz w:val="24"/>
          <w:szCs w:val="24"/>
        </w:rPr>
        <w:t xml:space="preserve">. Народы Поволжья после присоединения к России. </w:t>
      </w:r>
      <w:r w:rsidRPr="00FB2E55">
        <w:rPr>
          <w:rFonts w:ascii="Times New Roman" w:hAnsi="Times New Roman"/>
          <w:i/>
          <w:sz w:val="24"/>
          <w:szCs w:val="24"/>
        </w:rPr>
        <w:t>Служилые татары.Выходцы из стран Европы на государевой службе.Сосуществование религий в Российском государстве.</w:t>
      </w:r>
      <w:r w:rsidRPr="00FB2E55">
        <w:rPr>
          <w:rFonts w:ascii="Times New Roman" w:hAnsi="Times New Roman"/>
          <w:sz w:val="24"/>
          <w:szCs w:val="24"/>
        </w:rPr>
        <w:t xml:space="preserve"> Русская Православная церковь. </w:t>
      </w:r>
      <w:r w:rsidRPr="00FB2E55">
        <w:rPr>
          <w:rFonts w:ascii="Times New Roman" w:hAnsi="Times New Roman"/>
          <w:i/>
          <w:sz w:val="24"/>
          <w:szCs w:val="24"/>
        </w:rPr>
        <w:t>Мусульманское духовенство.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FB2E55">
        <w:rPr>
          <w:rFonts w:ascii="Times New Roman" w:hAnsi="Times New Roman"/>
          <w:i/>
          <w:sz w:val="24"/>
          <w:szCs w:val="24"/>
        </w:rPr>
        <w:t xml:space="preserve">Московские казни 1570 г. </w:t>
      </w:r>
      <w:r w:rsidRPr="00FB2E55">
        <w:rPr>
          <w:rFonts w:ascii="Times New Roman" w:hAnsi="Times New Roman"/>
          <w:sz w:val="24"/>
          <w:szCs w:val="24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FB2E55">
        <w:rPr>
          <w:rFonts w:ascii="Times New Roman" w:hAnsi="Times New Roman"/>
          <w:i/>
          <w:sz w:val="24"/>
          <w:szCs w:val="24"/>
        </w:rPr>
        <w:t>Тявзинский мирный договор со Швецией:восстановление позиций России в Прибалтике.</w:t>
      </w:r>
      <w:r w:rsidRPr="00FB2E55">
        <w:rPr>
          <w:rFonts w:ascii="Times New Roman" w:hAnsi="Times New Roman"/>
          <w:sz w:val="24"/>
          <w:szCs w:val="24"/>
        </w:rPr>
        <w:t xml:space="preserve"> Противостояние с Крымским ханством. </w:t>
      </w:r>
      <w:r w:rsidRPr="00FB2E55">
        <w:rPr>
          <w:rFonts w:ascii="Times New Roman" w:hAnsi="Times New Roman"/>
          <w:i/>
          <w:sz w:val="24"/>
          <w:szCs w:val="24"/>
        </w:rPr>
        <w:t>Отражение набега Гази-Гирея в 1591 г.</w:t>
      </w:r>
      <w:r w:rsidRPr="00FB2E55">
        <w:rPr>
          <w:rFonts w:ascii="Times New Roman" w:hAnsi="Times New Roman"/>
          <w:sz w:val="24"/>
          <w:szCs w:val="24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B2E55">
        <w:rPr>
          <w:rFonts w:ascii="Times New Roman" w:hAnsi="Times New Roman"/>
          <w:b/>
          <w:bCs/>
          <w:sz w:val="24"/>
          <w:szCs w:val="24"/>
        </w:rPr>
        <w:t xml:space="preserve">Смута в России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FB2E55">
        <w:rPr>
          <w:rFonts w:ascii="Times New Roman" w:hAnsi="Times New Roman"/>
          <w:i/>
          <w:sz w:val="24"/>
          <w:szCs w:val="24"/>
        </w:rPr>
        <w:t>в т.ч. в отношении боярства. Опала семейства Романовых.</w:t>
      </w:r>
      <w:r w:rsidRPr="00FB2E55">
        <w:rPr>
          <w:rFonts w:ascii="Times New Roman" w:hAnsi="Times New Roman"/>
          <w:sz w:val="24"/>
          <w:szCs w:val="24"/>
        </w:rPr>
        <w:t xml:space="preserve"> Голод 1601-1603 гг. и обострение социально-экономического кризиса.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FB2E55">
        <w:rPr>
          <w:rFonts w:ascii="Times New Roman" w:hAnsi="Times New Roman"/>
          <w:i/>
          <w:sz w:val="24"/>
          <w:szCs w:val="24"/>
        </w:rPr>
        <w:t xml:space="preserve">Выборгский договор между Россией и Швецией. </w:t>
      </w:r>
      <w:r w:rsidRPr="00FB2E55">
        <w:rPr>
          <w:rFonts w:ascii="Times New Roman" w:hAnsi="Times New Roman"/>
          <w:sz w:val="24"/>
          <w:szCs w:val="24"/>
        </w:rPr>
        <w:t xml:space="preserve">Поход войска М.В. Скопина-Шуйского и Я.-П. Делагарди и распад тушинского лагеря. Открытое вступление в войну против России Речи Посполитой. Оборона Смоленска.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FB2E55">
        <w:rPr>
          <w:rFonts w:ascii="Times New Roman" w:hAnsi="Times New Roman"/>
          <w:i/>
          <w:sz w:val="24"/>
          <w:szCs w:val="24"/>
        </w:rPr>
        <w:t xml:space="preserve">Борьба с казачьими выступлениями против центральной власти. </w:t>
      </w:r>
      <w:r w:rsidRPr="00FB2E55">
        <w:rPr>
          <w:rFonts w:ascii="Times New Roman" w:hAnsi="Times New Roman"/>
          <w:sz w:val="24"/>
          <w:szCs w:val="24"/>
        </w:rPr>
        <w:t xml:space="preserve">Столбовский мир со Швецией: утрата выхода к Балтийскому морю. </w:t>
      </w:r>
      <w:r w:rsidRPr="00FB2E55">
        <w:rPr>
          <w:rFonts w:ascii="Times New Roman" w:hAnsi="Times New Roman"/>
          <w:i/>
          <w:sz w:val="24"/>
          <w:szCs w:val="24"/>
        </w:rPr>
        <w:t>Продолжение войны с Речью Посполитой. Поход принца Владислава на Москву.</w:t>
      </w:r>
      <w:r w:rsidRPr="00FB2E55">
        <w:rPr>
          <w:rFonts w:ascii="Times New Roman" w:hAnsi="Times New Roman"/>
          <w:sz w:val="24"/>
          <w:szCs w:val="24"/>
        </w:rPr>
        <w:t xml:space="preserve"> Заключение Деулинского перемирия с Речью Посполитой. Итоги и последствия Смутного времени.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B2E55">
        <w:rPr>
          <w:rFonts w:ascii="Times New Roman" w:hAnsi="Times New Roman"/>
          <w:b/>
          <w:bCs/>
          <w:sz w:val="24"/>
          <w:szCs w:val="24"/>
        </w:rPr>
        <w:t xml:space="preserve">Россия в XVII веке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FB2E55">
        <w:rPr>
          <w:rFonts w:ascii="Times New Roman" w:hAnsi="Times New Roman"/>
          <w:i/>
          <w:sz w:val="24"/>
          <w:szCs w:val="24"/>
        </w:rPr>
        <w:t>Продолжение закрепощения крестьян.</w:t>
      </w:r>
      <w:r w:rsidRPr="00FB2E55">
        <w:rPr>
          <w:rFonts w:ascii="Times New Roman" w:hAnsi="Times New Roman"/>
          <w:sz w:val="24"/>
          <w:szCs w:val="24"/>
        </w:rPr>
        <w:t xml:space="preserve"> Земские соборы. Роль патриарха Филарета в управлении государством.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FB2E55">
        <w:rPr>
          <w:rFonts w:ascii="Times New Roman" w:hAnsi="Times New Roman"/>
          <w:i/>
          <w:sz w:val="24"/>
          <w:szCs w:val="24"/>
        </w:rPr>
        <w:t>Приказ Тайных дел.</w:t>
      </w:r>
      <w:r w:rsidRPr="00FB2E55">
        <w:rPr>
          <w:rFonts w:ascii="Times New Roman" w:hAnsi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FB2E55">
        <w:rPr>
          <w:rFonts w:ascii="Times New Roman" w:hAnsi="Times New Roman"/>
          <w:i/>
          <w:sz w:val="24"/>
          <w:szCs w:val="24"/>
        </w:rPr>
        <w:t xml:space="preserve">Правительство Б.И. Морозова и И.Д. Милославского: итоги его деятельности. </w:t>
      </w:r>
      <w:r w:rsidRPr="00FB2E55">
        <w:rPr>
          <w:rFonts w:ascii="Times New Roman" w:hAnsi="Times New Roman"/>
          <w:sz w:val="24"/>
          <w:szCs w:val="24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Царь Федор Алексеевич. Отмена местничества. Налоговая (податная) реформа.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FB2E55">
        <w:rPr>
          <w:rFonts w:ascii="Times New Roman" w:hAnsi="Times New Roman"/>
          <w:i/>
          <w:sz w:val="24"/>
          <w:szCs w:val="24"/>
        </w:rPr>
        <w:t>Торговый и Новоторговый уставы.</w:t>
      </w:r>
      <w:r w:rsidRPr="00FB2E55">
        <w:rPr>
          <w:rFonts w:ascii="Times New Roman" w:hAnsi="Times New Roman"/>
          <w:sz w:val="24"/>
          <w:szCs w:val="24"/>
        </w:rPr>
        <w:t xml:space="preserve"> Торговля с европейскими странами, Прибалтикой, Востоком.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FB2E55">
        <w:rPr>
          <w:rFonts w:ascii="Times New Roman" w:hAnsi="Times New Roman"/>
          <w:i/>
          <w:sz w:val="24"/>
          <w:szCs w:val="24"/>
        </w:rPr>
        <w:t>Денежная реформа 1654 г.</w:t>
      </w:r>
      <w:r w:rsidRPr="00FB2E55">
        <w:rPr>
          <w:rFonts w:ascii="Times New Roman" w:hAnsi="Times New Roman"/>
          <w:sz w:val="24"/>
          <w:szCs w:val="24"/>
        </w:rPr>
        <w:t xml:space="preserve"> Медный бунт. Побеги крестьян на Дон и в Сибирь. Восстание Степана Разина.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FB2E55">
        <w:rPr>
          <w:rFonts w:ascii="Times New Roman" w:hAnsi="Times New Roman"/>
          <w:i/>
          <w:sz w:val="24"/>
          <w:szCs w:val="24"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FB2E55">
        <w:rPr>
          <w:rFonts w:ascii="Times New Roman" w:hAnsi="Times New Roman"/>
          <w:sz w:val="24"/>
          <w:szCs w:val="24"/>
        </w:rPr>
        <w:t xml:space="preserve"> Контакты с ЗапорожскойСечью.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FB2E55">
        <w:rPr>
          <w:rFonts w:ascii="Times New Roman" w:hAnsi="Times New Roman"/>
          <w:i/>
          <w:sz w:val="24"/>
          <w:szCs w:val="24"/>
        </w:rPr>
        <w:t xml:space="preserve">Отношения России со странами Западной Европы. Военные столкновения с манчжурами и империей Цин.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B2E55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FB2E55">
        <w:rPr>
          <w:rFonts w:ascii="Times New Roman" w:hAnsi="Times New Roman"/>
          <w:i/>
          <w:sz w:val="24"/>
          <w:szCs w:val="24"/>
        </w:rPr>
        <w:t>Коч – корабль русских первопроходцев.</w:t>
      </w:r>
      <w:r w:rsidRPr="00FB2E55">
        <w:rPr>
          <w:rFonts w:ascii="Times New Roman" w:hAnsi="Times New Roman"/>
          <w:sz w:val="24"/>
          <w:szCs w:val="24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FB2E55">
        <w:rPr>
          <w:rFonts w:ascii="Times New Roman" w:hAnsi="Times New Roman"/>
          <w:i/>
          <w:sz w:val="24"/>
          <w:szCs w:val="24"/>
        </w:rPr>
        <w:t xml:space="preserve">Миссионерство и христианизация. Межэтнические отношения. </w:t>
      </w:r>
      <w:r w:rsidRPr="00FB2E55">
        <w:rPr>
          <w:rFonts w:ascii="Times New Roman" w:hAnsi="Times New Roman"/>
          <w:sz w:val="24"/>
          <w:szCs w:val="24"/>
        </w:rPr>
        <w:t xml:space="preserve">Формирование многонациональной элиты.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i/>
          <w:sz w:val="24"/>
          <w:szCs w:val="24"/>
        </w:rPr>
        <w:t>Изменения в картине мира человека в XVI–XVII вв. и повседневная жизнь.</w:t>
      </w:r>
      <w:r w:rsidRPr="00FB2E55">
        <w:rPr>
          <w:rFonts w:ascii="Times New Roman" w:hAnsi="Times New Roman"/>
          <w:sz w:val="24"/>
          <w:szCs w:val="24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Pr="00FB2E55">
        <w:rPr>
          <w:rFonts w:ascii="Times New Roman" w:hAnsi="Times New Roman"/>
          <w:i/>
          <w:sz w:val="24"/>
          <w:szCs w:val="24"/>
        </w:rPr>
        <w:t xml:space="preserve">Антонио Солари, АлевизФрязин, Петрок Малой. </w:t>
      </w:r>
      <w:r w:rsidRPr="00FB2E55">
        <w:rPr>
          <w:rFonts w:ascii="Times New Roman" w:hAnsi="Times New Roman"/>
          <w:sz w:val="24"/>
          <w:szCs w:val="24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FB2E55">
        <w:rPr>
          <w:rFonts w:ascii="Times New Roman" w:hAnsi="Times New Roman"/>
          <w:i/>
          <w:sz w:val="24"/>
          <w:szCs w:val="24"/>
        </w:rPr>
        <w:t>Приказ каменных дел.</w:t>
      </w:r>
      <w:r w:rsidRPr="00FB2E55">
        <w:rPr>
          <w:rFonts w:ascii="Times New Roman" w:hAnsi="Times New Roman"/>
          <w:sz w:val="24"/>
          <w:szCs w:val="24"/>
        </w:rPr>
        <w:t xml:space="preserve"> Деревянное зодчество.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Изобразительное искусство. Симон Ушаков. Ярославская школа иконописи. Парсунная живопись.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Pr="00FB2E55">
        <w:rPr>
          <w:rFonts w:ascii="Times New Roman" w:hAnsi="Times New Roman"/>
          <w:i/>
          <w:sz w:val="24"/>
          <w:szCs w:val="24"/>
        </w:rPr>
        <w:t xml:space="preserve">Переписка Ивана Грозного с князем Андреем Курбским. Публицистика Смутного времени. </w:t>
      </w:r>
      <w:r w:rsidRPr="00FB2E55">
        <w:rPr>
          <w:rFonts w:ascii="Times New Roman" w:hAnsi="Times New Roman"/>
          <w:sz w:val="24"/>
          <w:szCs w:val="24"/>
        </w:rPr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FB2E55">
        <w:rPr>
          <w:rFonts w:ascii="Times New Roman" w:hAnsi="Times New Roman"/>
          <w:i/>
          <w:sz w:val="24"/>
          <w:szCs w:val="24"/>
        </w:rPr>
        <w:t xml:space="preserve">Посадская сатира XVII в.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Гизеля– первое учебное пособие по истории. 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B2E55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55821" w:rsidRPr="00FB2E55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2E55">
        <w:rPr>
          <w:rFonts w:ascii="Times New Roman" w:hAnsi="Times New Roman"/>
          <w:sz w:val="24"/>
          <w:szCs w:val="24"/>
        </w:rPr>
        <w:t xml:space="preserve">Наш регион в </w:t>
      </w:r>
      <w:r w:rsidRPr="00FB2E55">
        <w:rPr>
          <w:rFonts w:ascii="Times New Roman" w:hAnsi="Times New Roman"/>
          <w:sz w:val="24"/>
          <w:szCs w:val="24"/>
          <w:lang w:val="en-US"/>
        </w:rPr>
        <w:t>XVI</w:t>
      </w:r>
      <w:r w:rsidRPr="00FB2E55">
        <w:rPr>
          <w:rFonts w:ascii="Times New Roman" w:hAnsi="Times New Roman"/>
          <w:sz w:val="24"/>
          <w:szCs w:val="24"/>
        </w:rPr>
        <w:t xml:space="preserve"> – </w:t>
      </w:r>
      <w:r w:rsidRPr="00FB2E55">
        <w:rPr>
          <w:rFonts w:ascii="Times New Roman" w:hAnsi="Times New Roman"/>
          <w:sz w:val="24"/>
          <w:szCs w:val="24"/>
          <w:lang w:val="en-US"/>
        </w:rPr>
        <w:t>XVII</w:t>
      </w:r>
      <w:r w:rsidRPr="00FB2E55">
        <w:rPr>
          <w:rFonts w:ascii="Times New Roman" w:hAnsi="Times New Roman"/>
          <w:sz w:val="24"/>
          <w:szCs w:val="24"/>
        </w:rPr>
        <w:t xml:space="preserve"> вв.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Россия в концеXVII – XVIII ВЕКАХ: от царства к империи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Россия в эпоху преобразований Петра I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Экономическая политика.</w:t>
      </w:r>
      <w:r w:rsidRPr="009B64A2">
        <w:rPr>
          <w:rFonts w:ascii="Times New Roman" w:hAnsi="Times New Roman"/>
          <w:sz w:val="24"/>
          <w:szCs w:val="24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Социальная политика.</w:t>
      </w:r>
      <w:r w:rsidRPr="009B64A2">
        <w:rPr>
          <w:rFonts w:ascii="Times New Roman" w:hAnsi="Times New Roman"/>
          <w:sz w:val="24"/>
          <w:szCs w:val="24"/>
        </w:rPr>
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Реформы управления.</w:t>
      </w:r>
      <w:r w:rsidRPr="009B64A2">
        <w:rPr>
          <w:rFonts w:ascii="Times New Roman" w:hAnsi="Times New Roman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Первые гвардейские полки. Создание регулярной армии, военного флота. Рекрутские наборы.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Церковная реформа</w:t>
      </w:r>
      <w:r w:rsidRPr="009B64A2">
        <w:rPr>
          <w:rFonts w:ascii="Times New Roman" w:hAnsi="Times New Roman"/>
          <w:b/>
          <w:sz w:val="24"/>
          <w:szCs w:val="24"/>
        </w:rPr>
        <w:t>.</w:t>
      </w:r>
      <w:r w:rsidRPr="009B64A2">
        <w:rPr>
          <w:rFonts w:ascii="Times New Roman" w:hAnsi="Times New Roman"/>
          <w:sz w:val="24"/>
          <w:szCs w:val="24"/>
        </w:rPr>
        <w:t xml:space="preserve"> Упразднение патриаршества, учреждение синода. Положение конфессий.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Оппозиция реформам Петра I.</w:t>
      </w:r>
      <w:r w:rsidRPr="009B64A2">
        <w:rPr>
          <w:rFonts w:ascii="Times New Roman" w:hAnsi="Times New Roman"/>
          <w:sz w:val="24"/>
          <w:szCs w:val="24"/>
        </w:rPr>
        <w:t xml:space="preserve">Социальные движения в первой четверти XVIII в. </w:t>
      </w:r>
      <w:r w:rsidRPr="009B64A2">
        <w:rPr>
          <w:rFonts w:ascii="Times New Roman" w:hAnsi="Times New Roman"/>
          <w:i/>
          <w:sz w:val="24"/>
          <w:szCs w:val="24"/>
        </w:rPr>
        <w:t>Восстания в Астрахани, Башкирии, на Дону.</w:t>
      </w:r>
      <w:r w:rsidRPr="009B64A2">
        <w:rPr>
          <w:rFonts w:ascii="Times New Roman" w:hAnsi="Times New Roman"/>
          <w:sz w:val="24"/>
          <w:szCs w:val="24"/>
        </w:rPr>
        <w:t xml:space="preserve"> Дело царевича Алексея.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Внешняя политика.</w:t>
      </w:r>
      <w:r w:rsidRPr="009B64A2">
        <w:rPr>
          <w:rFonts w:ascii="Times New Roman" w:hAnsi="Times New Roman"/>
          <w:sz w:val="24"/>
          <w:szCs w:val="24"/>
        </w:rPr>
        <w:t xml:space="preserve"> Северная война. Причины и цели войны. Неудачи в начале войны и их преодоление. Битва при д. Лесной и победа под Полтавой.Прутский поход. Борьба за гегемонию на Балтике. Сражения у м. Гангут и о. Гренгам. Ништадтский мир и его последствия.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Преобразования Петра I в области культуры.</w:t>
      </w:r>
      <w:r w:rsidRPr="009B64A2">
        <w:rPr>
          <w:rFonts w:ascii="Times New Roman" w:hAnsi="Times New Roman"/>
          <w:sz w:val="24"/>
          <w:szCs w:val="24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9B64A2">
        <w:rPr>
          <w:rFonts w:ascii="Times New Roman" w:hAnsi="Times New Roman"/>
          <w:i/>
          <w:sz w:val="24"/>
          <w:szCs w:val="24"/>
        </w:rPr>
        <w:t xml:space="preserve">Новые формы социальной коммуникации в дворянской среде. </w:t>
      </w:r>
      <w:r w:rsidRPr="009B64A2">
        <w:rPr>
          <w:rFonts w:ascii="Times New Roman" w:hAnsi="Times New Roman"/>
          <w:sz w:val="24"/>
          <w:szCs w:val="24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Итоги, последствия и значение петровских преобразований. Образ Петра I в русской культуре.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После Петра Великого: эпоха «дворцовых переворотов»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верховников» и приход к власти Анны Иоанновны. «Кабинет министров». Роль Э.Бирона, А.И.Остермана, А.П.Волынского, Б.Х.Миниха в управлении и политической жизни страны.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Укрепление границ империи на Украине и на юго-восточной окраине. </w:t>
      </w:r>
      <w:r w:rsidRPr="009B64A2">
        <w:rPr>
          <w:rFonts w:ascii="Times New Roman" w:hAnsi="Times New Roman"/>
          <w:i/>
          <w:sz w:val="24"/>
          <w:szCs w:val="24"/>
        </w:rPr>
        <w:t xml:space="preserve">Переход Младшего жуза в Казахстане под суверенитет Российской империи. Война с Османской империей.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Россия в международных конфликтах 1740-х – 1750-х гг. Участие в Семилетней войне.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Петр III. Манифест «о вольности дворянской». Переворот 28 июня 1762 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Россия в 1760-х – 1790- гг. Правление Екатерины II и Павла I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9B64A2">
        <w:rPr>
          <w:rFonts w:ascii="Times New Roman" w:hAnsi="Times New Roman"/>
          <w:i/>
          <w:sz w:val="24"/>
          <w:szCs w:val="24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Национальная политика. </w:t>
      </w:r>
      <w:r w:rsidRPr="009B64A2">
        <w:rPr>
          <w:rFonts w:ascii="Times New Roman" w:hAnsi="Times New Roman"/>
          <w:i/>
          <w:sz w:val="24"/>
          <w:szCs w:val="24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Ростова-на-Дону.Активизация деятельности по привлечению иностранцев в Россию.</w:t>
      </w:r>
      <w:r w:rsidRPr="009B64A2">
        <w:rPr>
          <w:rFonts w:ascii="Times New Roman" w:hAnsi="Times New Roman"/>
          <w:sz w:val="24"/>
          <w:szCs w:val="24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 и нехристианским конфессиям.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9B64A2">
        <w:rPr>
          <w:rFonts w:ascii="Times New Roman" w:hAnsi="Times New Roman"/>
          <w:i/>
          <w:sz w:val="24"/>
          <w:szCs w:val="24"/>
        </w:rPr>
        <w:t>Дворовые люди.</w:t>
      </w:r>
      <w:r w:rsidRPr="009B64A2">
        <w:rPr>
          <w:rFonts w:ascii="Times New Roman" w:hAnsi="Times New Roman"/>
          <w:sz w:val="24"/>
          <w:szCs w:val="24"/>
        </w:rPr>
        <w:t xml:space="preserve"> Роль крепостного строя в экономике страны.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9B64A2">
        <w:rPr>
          <w:rFonts w:ascii="Times New Roman" w:hAnsi="Times New Roman"/>
          <w:i/>
          <w:sz w:val="24"/>
          <w:szCs w:val="24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9B64A2">
        <w:rPr>
          <w:rFonts w:ascii="Times New Roman" w:hAnsi="Times New Roman"/>
          <w:sz w:val="24"/>
          <w:szCs w:val="24"/>
        </w:rPr>
        <w:t xml:space="preserve">Развитие крестьянских промыслов.Рост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Внутренняя и внешняя торговля. Торговые пути внутри страны. </w:t>
      </w:r>
      <w:r w:rsidRPr="009B64A2">
        <w:rPr>
          <w:rFonts w:ascii="Times New Roman" w:hAnsi="Times New Roman"/>
          <w:i/>
          <w:sz w:val="24"/>
          <w:szCs w:val="24"/>
        </w:rPr>
        <w:t>Водно-транспортные системы: Вышневолоцкая, Тихвинская, Мариинская и др.</w:t>
      </w:r>
      <w:r w:rsidRPr="009B64A2">
        <w:rPr>
          <w:rFonts w:ascii="Times New Roman" w:hAnsi="Times New Roman"/>
          <w:sz w:val="24"/>
          <w:szCs w:val="24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9B64A2">
        <w:rPr>
          <w:rFonts w:ascii="Times New Roman" w:hAnsi="Times New Roman"/>
          <w:i/>
          <w:sz w:val="24"/>
          <w:szCs w:val="24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Обострение социальных противоречий. </w:t>
      </w:r>
      <w:r w:rsidRPr="009B64A2">
        <w:rPr>
          <w:rFonts w:ascii="Times New Roman" w:hAnsi="Times New Roman"/>
          <w:i/>
          <w:sz w:val="24"/>
          <w:szCs w:val="24"/>
        </w:rPr>
        <w:t>Чумной бунт в Москве.</w:t>
      </w:r>
      <w:r w:rsidRPr="009B64A2">
        <w:rPr>
          <w:rFonts w:ascii="Times New Roman" w:hAnsi="Times New Roman"/>
          <w:sz w:val="24"/>
          <w:szCs w:val="24"/>
        </w:rPr>
        <w:t xml:space="preserve"> Восстание под предводительством Емельяна Пугачева. </w:t>
      </w:r>
      <w:r w:rsidRPr="009B64A2">
        <w:rPr>
          <w:rFonts w:ascii="Times New Roman" w:hAnsi="Times New Roman"/>
          <w:i/>
          <w:sz w:val="24"/>
          <w:szCs w:val="24"/>
        </w:rPr>
        <w:t>Антидворянский и антикрепостнический характер движения. Роль казачества, народов Урала и Поволжья в восстании.</w:t>
      </w:r>
      <w:r w:rsidRPr="009B64A2">
        <w:rPr>
          <w:rFonts w:ascii="Times New Roman" w:hAnsi="Times New Roman"/>
          <w:sz w:val="24"/>
          <w:szCs w:val="24"/>
        </w:rPr>
        <w:t xml:space="preserve"> Влияние восстания на внутреннюю политику и развитие общественной мысли.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Внешняя политика России второй половины XVIII в., ее основные задачи. Н.И. Панин и А.А.Безбородко.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Г.А.Потемкин. Путешествие Екатерины II на юг в 1787 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Участие России в разделах Речи Посполитой. </w:t>
      </w:r>
      <w:r w:rsidRPr="009B64A2">
        <w:rPr>
          <w:rFonts w:ascii="Times New Roman" w:hAnsi="Times New Roman"/>
          <w:i/>
          <w:sz w:val="24"/>
          <w:szCs w:val="24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9B64A2">
        <w:rPr>
          <w:rFonts w:ascii="Times New Roman" w:hAnsi="Times New Roman"/>
          <w:sz w:val="24"/>
          <w:szCs w:val="24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9B64A2">
        <w:rPr>
          <w:rFonts w:ascii="Times New Roman" w:hAnsi="Times New Roman"/>
          <w:i/>
          <w:sz w:val="24"/>
          <w:szCs w:val="24"/>
        </w:rPr>
        <w:t xml:space="preserve">Восстание под предводительством Тадеуша Костюшко.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Российской империи в XVIII 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</w:t>
      </w:r>
      <w:r w:rsidRPr="009B64A2">
        <w:rPr>
          <w:rFonts w:ascii="Times New Roman" w:hAnsi="Times New Roman"/>
          <w:i/>
          <w:sz w:val="24"/>
          <w:szCs w:val="24"/>
        </w:rPr>
        <w:t>Н.И.Новиков, материалы о положении крепостных крестьян в его журналах.</w:t>
      </w:r>
      <w:r w:rsidRPr="009B64A2">
        <w:rPr>
          <w:rFonts w:ascii="Times New Roman" w:hAnsi="Times New Roman"/>
          <w:sz w:val="24"/>
          <w:szCs w:val="24"/>
        </w:rPr>
        <w:t xml:space="preserve">А.Н.Радищев и его «Путешествие из Петербурга в Москву».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9B64A2">
        <w:rPr>
          <w:rFonts w:ascii="Times New Roman" w:hAnsi="Times New Roman"/>
          <w:i/>
          <w:sz w:val="24"/>
          <w:szCs w:val="24"/>
        </w:rPr>
        <w:t>Вклад в развитие русской культуры ученых, художников, мастеров, прибывших из-за рубежа.</w:t>
      </w:r>
      <w:r w:rsidRPr="009B64A2">
        <w:rPr>
          <w:rFonts w:ascii="Times New Roman" w:hAnsi="Times New Roman"/>
          <w:sz w:val="24"/>
          <w:szCs w:val="24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9B64A2">
        <w:rPr>
          <w:rFonts w:ascii="Times New Roman" w:hAnsi="Times New Roman"/>
          <w:i/>
          <w:sz w:val="24"/>
          <w:szCs w:val="24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Е.Р.Дашкова.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М.В. Ломоносов и его выдающаяся роль в становлении российской науки и образования.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Образование в России в XVIII в. </w:t>
      </w:r>
      <w:r w:rsidRPr="009B64A2">
        <w:rPr>
          <w:rFonts w:ascii="Times New Roman" w:hAnsi="Times New Roman"/>
          <w:i/>
          <w:sz w:val="24"/>
          <w:szCs w:val="24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9B64A2">
        <w:rPr>
          <w:rFonts w:ascii="Times New Roman" w:hAnsi="Times New Roman"/>
          <w:sz w:val="24"/>
          <w:szCs w:val="24"/>
        </w:rPr>
        <w:t xml:space="preserve"> Московский университет – первый российский университет.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Русская архитектура XVIII в. Строительство Петербурга, формирование его городского плана. </w:t>
      </w:r>
      <w:r w:rsidRPr="009B64A2">
        <w:rPr>
          <w:rFonts w:ascii="Times New Roman" w:hAnsi="Times New Roman"/>
          <w:i/>
          <w:sz w:val="24"/>
          <w:szCs w:val="24"/>
        </w:rPr>
        <w:t>Регулярный характер застройки Петербурга и других городов. Барокко в архитектуре Москвы и Петербурга.</w:t>
      </w:r>
      <w:r w:rsidRPr="009B64A2">
        <w:rPr>
          <w:rFonts w:ascii="Times New Roman" w:hAnsi="Times New Roman"/>
          <w:sz w:val="24"/>
          <w:szCs w:val="24"/>
        </w:rPr>
        <w:t xml:space="preserve"> Переход к классицизму, </w:t>
      </w:r>
      <w:r w:rsidRPr="009B64A2">
        <w:rPr>
          <w:rFonts w:ascii="Times New Roman" w:hAnsi="Times New Roman"/>
          <w:i/>
          <w:sz w:val="24"/>
          <w:szCs w:val="24"/>
        </w:rPr>
        <w:t xml:space="preserve">создание архитектурных ассамблей в стиле классицизма в обеих столицах. </w:t>
      </w:r>
      <w:r w:rsidRPr="009B64A2">
        <w:rPr>
          <w:rFonts w:ascii="Times New Roman" w:hAnsi="Times New Roman"/>
          <w:sz w:val="24"/>
          <w:szCs w:val="24"/>
        </w:rPr>
        <w:t xml:space="preserve">В.И. Баженов, М.Ф.Казаков.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9B64A2">
        <w:rPr>
          <w:rFonts w:ascii="Times New Roman" w:hAnsi="Times New Roman"/>
          <w:i/>
          <w:sz w:val="24"/>
          <w:szCs w:val="24"/>
        </w:rPr>
        <w:t xml:space="preserve">Новые веяния в изобразительном искусстве в конце столетия.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Народы России в XVIII 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Россия при Павле I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Основные принципы внутренней политики Павла I. Укрепление абсолютизма </w:t>
      </w:r>
      <w:r w:rsidRPr="009B64A2">
        <w:rPr>
          <w:rFonts w:ascii="Times New Roman" w:hAnsi="Times New Roman"/>
          <w:i/>
          <w:sz w:val="24"/>
          <w:szCs w:val="24"/>
        </w:rPr>
        <w:t>через отказ от принципов «просвещенного абсолютизма» и</w:t>
      </w:r>
      <w:r w:rsidRPr="009B64A2">
        <w:rPr>
          <w:rFonts w:ascii="Times New Roman" w:hAnsi="Times New Roman"/>
          <w:sz w:val="24"/>
          <w:szCs w:val="24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Внутренняя политика. Ограничение дворянских привилегий.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Наш регион </w:t>
      </w:r>
      <w:r w:rsidRPr="009B64A2">
        <w:rPr>
          <w:rFonts w:ascii="Times New Roman" w:hAnsi="Times New Roman"/>
          <w:bCs/>
          <w:sz w:val="24"/>
          <w:szCs w:val="24"/>
        </w:rPr>
        <w:t>в XVIII в.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Российская империя в XIX – начале XX вв.</w:t>
      </w:r>
    </w:p>
    <w:p w:rsidR="00355821" w:rsidRPr="009B64A2" w:rsidRDefault="00355821" w:rsidP="00F30B4D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Россия на пути к реформам (1801–1861)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Александровская эпоха: государственный либерализм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Отечественная война 1812 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Эпоха 1812 года. Война России с Францией 1805-1807 гг. Тильзитский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Либеральные и охранительные тенденции во внутренней политике. Польская конституция 1815 г. </w:t>
      </w:r>
      <w:r w:rsidRPr="009B64A2">
        <w:rPr>
          <w:rFonts w:ascii="Times New Roman" w:hAnsi="Times New Roman"/>
          <w:i/>
          <w:sz w:val="24"/>
          <w:szCs w:val="24"/>
        </w:rPr>
        <w:t>Военные поселения. Дворянская оппозиция самодержавию.</w:t>
      </w:r>
      <w:r w:rsidRPr="009B64A2">
        <w:rPr>
          <w:rFonts w:ascii="Times New Roman" w:hAnsi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Николаевское самодержавие: государственный консерватизм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9B64A2">
        <w:rPr>
          <w:rFonts w:ascii="Times New Roman" w:hAnsi="Times New Roman"/>
          <w:i/>
          <w:sz w:val="24"/>
          <w:szCs w:val="24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9B64A2">
        <w:rPr>
          <w:rFonts w:ascii="Times New Roman" w:hAnsi="Times New Roman"/>
          <w:sz w:val="24"/>
          <w:szCs w:val="24"/>
        </w:rPr>
        <w:t xml:space="preserve"> Крестьянский вопрос. Реформа государственных крестьян П.Д.Киселева 1837-1841 гг. Официальная идеология: «православие, самодержавие, народность». </w:t>
      </w:r>
      <w:r w:rsidRPr="009B64A2">
        <w:rPr>
          <w:rFonts w:ascii="Times New Roman" w:hAnsi="Times New Roman"/>
          <w:i/>
          <w:sz w:val="24"/>
          <w:szCs w:val="24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Крепостнический социум. Деревня и город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Pr="009B64A2">
        <w:rPr>
          <w:rFonts w:ascii="Times New Roman" w:hAnsi="Times New Roman"/>
          <w:i/>
          <w:sz w:val="24"/>
          <w:szCs w:val="24"/>
        </w:rPr>
        <w:t>Помещик и крестьянин, конфликты и сотрудничество.</w:t>
      </w:r>
      <w:r w:rsidRPr="009B64A2">
        <w:rPr>
          <w:rFonts w:ascii="Times New Roman" w:hAnsi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Pr="009B64A2">
        <w:rPr>
          <w:rFonts w:ascii="Times New Roman" w:hAnsi="Times New Roman"/>
          <w:i/>
          <w:sz w:val="24"/>
          <w:szCs w:val="24"/>
        </w:rPr>
        <w:t>Москва и Петербург: спор двух столиц.</w:t>
      </w:r>
      <w:r w:rsidRPr="009B64A2">
        <w:rPr>
          <w:rFonts w:ascii="Times New Roman" w:hAnsi="Times New Roman"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половине XIX в.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9B64A2">
        <w:rPr>
          <w:rFonts w:ascii="Times New Roman" w:hAnsi="Times New Roman"/>
          <w:i/>
          <w:sz w:val="24"/>
          <w:szCs w:val="24"/>
        </w:rPr>
        <w:t>Культура повседневности: обретение комфорта. Жизнь в городе и в усадьбе.</w:t>
      </w:r>
      <w:r w:rsidRPr="009B64A2">
        <w:rPr>
          <w:rFonts w:ascii="Times New Roman" w:hAnsi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Пространство империи: этнокультурный облик страны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9B64A2">
        <w:rPr>
          <w:rFonts w:ascii="Times New Roman" w:hAnsi="Times New Roman"/>
          <w:i/>
          <w:sz w:val="24"/>
          <w:szCs w:val="24"/>
        </w:rPr>
        <w:t>Польское восстание 1830–1831 гг.</w:t>
      </w:r>
      <w:r w:rsidRPr="009B64A2">
        <w:rPr>
          <w:rFonts w:ascii="Times New Roman" w:hAnsi="Times New Roman"/>
          <w:sz w:val="24"/>
          <w:szCs w:val="24"/>
        </w:rPr>
        <w:t xml:space="preserve"> Присоединение Грузии и Закавказья. Кавказская война. Движение Шамиля.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Формирование гражданского правосознания. Основные течения общественной мысли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9B64A2">
        <w:rPr>
          <w:rFonts w:ascii="Times New Roman" w:hAnsi="Times New Roman"/>
          <w:i/>
          <w:sz w:val="24"/>
          <w:szCs w:val="24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9B64A2">
        <w:rPr>
          <w:rFonts w:ascii="Times New Roman" w:hAnsi="Times New Roman"/>
          <w:i/>
          <w:sz w:val="24"/>
          <w:szCs w:val="24"/>
        </w:rPr>
        <w:t xml:space="preserve"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355821" w:rsidRPr="009B64A2" w:rsidRDefault="00355821" w:rsidP="00F30B4D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Россия в эпоху реформ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Преобразования Александра II: социальная и правовая модернизация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9B64A2">
        <w:rPr>
          <w:rFonts w:ascii="Times New Roman" w:hAnsi="Times New Roman"/>
          <w:i/>
          <w:sz w:val="24"/>
          <w:szCs w:val="24"/>
        </w:rPr>
        <w:t>Утверждение начал всесословности в правовом строе страны.</w:t>
      </w:r>
      <w:r w:rsidRPr="009B64A2">
        <w:rPr>
          <w:rFonts w:ascii="Times New Roman" w:hAnsi="Times New Roman"/>
          <w:sz w:val="24"/>
          <w:szCs w:val="24"/>
        </w:rPr>
        <w:t xml:space="preserve"> Конституционный вопрос.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«Народное самодержавие» Александра III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Pr="009B64A2">
        <w:rPr>
          <w:rFonts w:ascii="Times New Roman" w:hAnsi="Times New Roman"/>
          <w:i/>
          <w:sz w:val="24"/>
          <w:szCs w:val="24"/>
        </w:rPr>
        <w:t>Политика консервативной стабилизации. Ограничение общественной самодеятельности.</w:t>
      </w:r>
      <w:r w:rsidRPr="009B64A2">
        <w:rPr>
          <w:rFonts w:ascii="Times New Roman" w:hAnsi="Times New Roman"/>
          <w:sz w:val="24"/>
          <w:szCs w:val="24"/>
        </w:rPr>
        <w:t xml:space="preserve"> Местное самоуправление и самодержавие. Независимость суда и администрация. </w:t>
      </w:r>
      <w:r w:rsidRPr="009B64A2">
        <w:rPr>
          <w:rFonts w:ascii="Times New Roman" w:hAnsi="Times New Roman"/>
          <w:i/>
          <w:sz w:val="24"/>
          <w:szCs w:val="24"/>
        </w:rPr>
        <w:t>Права университетов и власть попечителей.</w:t>
      </w:r>
      <w:r w:rsidRPr="009B64A2">
        <w:rPr>
          <w:rFonts w:ascii="Times New Roman" w:hAnsi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9B64A2">
        <w:rPr>
          <w:rFonts w:ascii="Times New Roman" w:hAnsi="Times New Roman"/>
          <w:i/>
          <w:sz w:val="24"/>
          <w:szCs w:val="24"/>
        </w:rPr>
        <w:t>Финансовая политика</w:t>
      </w:r>
      <w:r w:rsidRPr="009B64A2">
        <w:rPr>
          <w:rFonts w:ascii="Times New Roman" w:hAnsi="Times New Roman"/>
          <w:sz w:val="24"/>
          <w:szCs w:val="24"/>
        </w:rPr>
        <w:t xml:space="preserve">. </w:t>
      </w:r>
      <w:r w:rsidRPr="009B64A2">
        <w:rPr>
          <w:rFonts w:ascii="Times New Roman" w:hAnsi="Times New Roman"/>
          <w:i/>
          <w:sz w:val="24"/>
          <w:szCs w:val="24"/>
        </w:rPr>
        <w:t xml:space="preserve">Консервация аграрных отношений.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9B64A2">
        <w:rPr>
          <w:rFonts w:ascii="Times New Roman" w:hAnsi="Times New Roman"/>
          <w:i/>
          <w:sz w:val="24"/>
          <w:szCs w:val="24"/>
        </w:rPr>
        <w:t xml:space="preserve">Освоение государственной территории.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Пореформенный социум. Сельское хозяйство и промышленность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9B64A2">
        <w:rPr>
          <w:rFonts w:ascii="Times New Roman" w:hAnsi="Times New Roman"/>
          <w:i/>
          <w:sz w:val="24"/>
          <w:szCs w:val="24"/>
        </w:rPr>
        <w:t>Помещичье «оскудение». Социальные типы крестьян и помещиков.</w:t>
      </w:r>
      <w:r w:rsidRPr="009B64A2">
        <w:rPr>
          <w:rFonts w:ascii="Times New Roman" w:hAnsi="Times New Roman"/>
          <w:sz w:val="24"/>
          <w:szCs w:val="24"/>
        </w:rPr>
        <w:t xml:space="preserve"> Дворяне-предприниматели.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9B64A2">
        <w:rPr>
          <w:rFonts w:ascii="Times New Roman" w:hAnsi="Times New Roman"/>
          <w:i/>
          <w:sz w:val="24"/>
          <w:szCs w:val="24"/>
        </w:rPr>
        <w:t xml:space="preserve">Государственные, общественные и частнопредпринимательские способы его решения.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Культурное пространство империи во второй половине XIX 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9B64A2">
        <w:rPr>
          <w:rFonts w:ascii="Times New Roman" w:hAnsi="Times New Roman"/>
          <w:i/>
          <w:sz w:val="24"/>
          <w:szCs w:val="24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9B64A2">
        <w:rPr>
          <w:rFonts w:ascii="Times New Roman" w:hAnsi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Этнокультурный облик империи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Основные регионы Российской империи и их роль в жизни страны. Поляки. Евреи. Армяне. Татары и другие народы Волго-Уралья. Кавказские народы. Народы Средней Азии. Народы Сибири и Дальнего Востока. Народы Российской империи во второй половине XIX в. </w:t>
      </w:r>
      <w:r w:rsidRPr="009B64A2">
        <w:rPr>
          <w:rFonts w:ascii="Times New Roman" w:hAnsi="Times New Roman"/>
          <w:i/>
          <w:sz w:val="24"/>
          <w:szCs w:val="24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9B64A2">
        <w:rPr>
          <w:rFonts w:ascii="Times New Roman" w:hAnsi="Times New Roman"/>
          <w:sz w:val="24"/>
          <w:szCs w:val="24"/>
        </w:rPr>
        <w:t xml:space="preserve"> Национальные движения народов России. Взаимодействие национальных культур и народов.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9B64A2">
        <w:rPr>
          <w:rFonts w:ascii="Times New Roman" w:hAnsi="Times New Roman"/>
          <w:i/>
          <w:sz w:val="24"/>
          <w:szCs w:val="24"/>
        </w:rPr>
        <w:t xml:space="preserve">Студенческое движение. Рабочее движение. Женское движение.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Идейные течения и общественное движение. </w:t>
      </w:r>
      <w:r w:rsidRPr="009B64A2">
        <w:rPr>
          <w:rFonts w:ascii="Times New Roman" w:hAnsi="Times New Roman"/>
          <w:i/>
          <w:sz w:val="24"/>
          <w:szCs w:val="24"/>
        </w:rPr>
        <w:t xml:space="preserve">Влияние позитивизма, дарвинизма, марксизма и других направлений европейской общественной мысли. </w:t>
      </w:r>
      <w:r w:rsidRPr="009B64A2">
        <w:rPr>
          <w:rFonts w:ascii="Times New Roman" w:hAnsi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9B64A2">
        <w:rPr>
          <w:rFonts w:ascii="Times New Roman" w:hAnsi="Times New Roman"/>
          <w:i/>
          <w:sz w:val="24"/>
          <w:szCs w:val="24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9B64A2">
        <w:rPr>
          <w:rFonts w:ascii="Times New Roman" w:hAnsi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</w:t>
      </w:r>
      <w:r w:rsidRPr="009B64A2">
        <w:rPr>
          <w:rFonts w:ascii="Times New Roman" w:hAnsi="Times New Roman"/>
          <w:i/>
          <w:sz w:val="24"/>
          <w:szCs w:val="24"/>
        </w:rPr>
        <w:t xml:space="preserve">Группа «Освобождение труда». «Союз борьбы за освобождение рабочего класса». I съезд РСДРП.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Кризис империи в начале ХХ века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9B64A2">
        <w:rPr>
          <w:rFonts w:ascii="Times New Roman" w:hAnsi="Times New Roman"/>
          <w:i/>
          <w:sz w:val="24"/>
          <w:szCs w:val="24"/>
        </w:rPr>
        <w:t>Отечественный и иностранный капитал, его роль в индустриализации страны.</w:t>
      </w:r>
      <w:r w:rsidRPr="009B64A2">
        <w:rPr>
          <w:rFonts w:ascii="Times New Roman" w:hAnsi="Times New Roman"/>
          <w:sz w:val="24"/>
          <w:szCs w:val="24"/>
        </w:rPr>
        <w:t xml:space="preserve"> Россия – мировой экспортер хлеба. Аграрный вопрос.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9B64A2">
        <w:rPr>
          <w:rFonts w:ascii="Times New Roman" w:hAnsi="Times New Roman"/>
          <w:i/>
          <w:sz w:val="24"/>
          <w:szCs w:val="24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Цусимское сражение.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Первая российская революция 1905-1907 гг. Начало парламентаризма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9B64A2">
        <w:rPr>
          <w:rFonts w:ascii="Times New Roman" w:hAnsi="Times New Roman"/>
          <w:i/>
          <w:sz w:val="24"/>
          <w:szCs w:val="24"/>
        </w:rPr>
        <w:t xml:space="preserve">«Союз освобождения». «Банкетная кампания».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9B64A2">
        <w:rPr>
          <w:rFonts w:ascii="Times New Roman" w:hAnsi="Times New Roman"/>
          <w:i/>
          <w:sz w:val="24"/>
          <w:szCs w:val="24"/>
        </w:rPr>
        <w:t xml:space="preserve">Политический терроризм.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стачка. Манифест 17 октября 1905 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Формирование многопартийной системы. Политические партии, массовые движения и их лидеры. </w:t>
      </w:r>
      <w:r w:rsidRPr="009B64A2">
        <w:rPr>
          <w:rFonts w:ascii="Times New Roman" w:hAnsi="Times New Roman"/>
          <w:i/>
          <w:sz w:val="24"/>
          <w:szCs w:val="24"/>
        </w:rPr>
        <w:t>Неонароднические партии и организации (социалисты-революционеры).</w:t>
      </w:r>
      <w:r w:rsidRPr="009B64A2">
        <w:rPr>
          <w:rFonts w:ascii="Times New Roman" w:hAnsi="Times New Roman"/>
          <w:sz w:val="24"/>
          <w:szCs w:val="24"/>
        </w:rPr>
        <w:t xml:space="preserve"> Социал-демократия: большевики и меньшевики. Либеральные партии (кадеты, октябристы). </w:t>
      </w:r>
      <w:r w:rsidRPr="009B64A2">
        <w:rPr>
          <w:rFonts w:ascii="Times New Roman" w:hAnsi="Times New Roman"/>
          <w:i/>
          <w:sz w:val="24"/>
          <w:szCs w:val="24"/>
        </w:rPr>
        <w:t>Национальные партии</w:t>
      </w:r>
      <w:r w:rsidRPr="009B64A2">
        <w:rPr>
          <w:rFonts w:ascii="Times New Roman" w:hAnsi="Times New Roman"/>
          <w:sz w:val="24"/>
          <w:szCs w:val="24"/>
        </w:rPr>
        <w:t xml:space="preserve">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i/>
          <w:sz w:val="24"/>
          <w:szCs w:val="24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9B64A2">
        <w:rPr>
          <w:rFonts w:ascii="Times New Roman" w:hAnsi="Times New Roman"/>
          <w:sz w:val="24"/>
          <w:szCs w:val="24"/>
        </w:rPr>
        <w:t xml:space="preserve"> Деятельность I и II Государственной думы: итоги и уроки.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Общество и власть после революции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9B64A2">
        <w:rPr>
          <w:rFonts w:ascii="Times New Roman" w:hAnsi="Times New Roman"/>
          <w:i/>
          <w:sz w:val="24"/>
          <w:szCs w:val="24"/>
        </w:rPr>
        <w:t xml:space="preserve">Национальные партии и фракции в Государственной Думе.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«Серебряный век» российской культуры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Региональный компонент</w:t>
      </w:r>
    </w:p>
    <w:p w:rsidR="00355821" w:rsidRPr="009B64A2" w:rsidRDefault="00355821" w:rsidP="00F30B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Наш регион </w:t>
      </w:r>
      <w:r w:rsidRPr="009B64A2">
        <w:rPr>
          <w:rFonts w:ascii="Times New Roman" w:hAnsi="Times New Roman"/>
          <w:bCs/>
          <w:sz w:val="24"/>
          <w:szCs w:val="24"/>
        </w:rPr>
        <w:t>в XI</w:t>
      </w:r>
      <w:r w:rsidRPr="009B64A2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9B64A2">
        <w:rPr>
          <w:rFonts w:ascii="Times New Roman" w:hAnsi="Times New Roman"/>
          <w:bCs/>
          <w:sz w:val="24"/>
          <w:szCs w:val="24"/>
        </w:rPr>
        <w:t xml:space="preserve"> в.</w:t>
      </w:r>
    </w:p>
    <w:p w:rsidR="00355821" w:rsidRPr="009B64A2" w:rsidRDefault="00355821" w:rsidP="00F30B4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Всеобщая история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История Древнего мира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Что изучает история. Историческая хронология (счет лет «до н. э.» и «н. э.»). Историческая карта. Источники исторических знаний. Вспомогательные исторические науки.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Первобытность.</w:t>
      </w:r>
      <w:r w:rsidRPr="009B64A2">
        <w:rPr>
          <w:rFonts w:ascii="Times New Roman" w:hAnsi="Times New Roman"/>
          <w:sz w:val="24"/>
          <w:szCs w:val="24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Возникновение древнейших цивилизаций.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Древний мир: </w:t>
      </w:r>
      <w:r w:rsidRPr="009B64A2">
        <w:rPr>
          <w:rFonts w:ascii="Times New Roman" w:hAnsi="Times New Roman"/>
          <w:sz w:val="24"/>
          <w:szCs w:val="24"/>
        </w:rPr>
        <w:t>понятие и хронология. Карта Древнего мира.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Древний Восток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9B64A2">
        <w:rPr>
          <w:rFonts w:ascii="Times New Roman" w:hAnsi="Times New Roman"/>
          <w:i/>
          <w:sz w:val="24"/>
          <w:szCs w:val="24"/>
        </w:rPr>
        <w:t xml:space="preserve">Фараон-реформатор Эхнатон. </w:t>
      </w:r>
      <w:r w:rsidRPr="009B64A2">
        <w:rPr>
          <w:rFonts w:ascii="Times New Roman" w:hAnsi="Times New Roman"/>
          <w:sz w:val="24"/>
          <w:szCs w:val="24"/>
        </w:rPr>
        <w:t>Военные походы. Рабы. Познания древних египтян. Письменность. Храмы и пирамиды.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Античный мир: </w:t>
      </w:r>
      <w:r w:rsidRPr="009B64A2">
        <w:rPr>
          <w:rFonts w:ascii="Times New Roman" w:hAnsi="Times New Roman"/>
          <w:sz w:val="24"/>
          <w:szCs w:val="24"/>
        </w:rPr>
        <w:t>понятие. Карта античного мира.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Древняя Греция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Население Древней Греции: условия жизни и занятия. Древнейшие государства на Крите. </w:t>
      </w:r>
      <w:r w:rsidRPr="009B64A2">
        <w:rPr>
          <w:rFonts w:ascii="Times New Roman" w:hAnsi="Times New Roman"/>
          <w:i/>
          <w:sz w:val="24"/>
          <w:szCs w:val="24"/>
        </w:rPr>
        <w:t>Государства ахейской Греции (Микены, Тиринф и др.).</w:t>
      </w:r>
      <w:r w:rsidRPr="009B64A2">
        <w:rPr>
          <w:rFonts w:ascii="Times New Roman" w:hAnsi="Times New Roman"/>
          <w:sz w:val="24"/>
          <w:szCs w:val="24"/>
        </w:rPr>
        <w:t xml:space="preserve"> Троянская война. «Илиада» и «Одиссея». Верования древних греков. Сказания о богах и героях.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9B64A2">
        <w:rPr>
          <w:rFonts w:ascii="Times New Roman" w:hAnsi="Times New Roman"/>
          <w:i/>
          <w:sz w:val="24"/>
          <w:szCs w:val="24"/>
        </w:rPr>
        <w:t xml:space="preserve">реформы Клисфена. </w:t>
      </w:r>
      <w:r w:rsidRPr="009B64A2">
        <w:rPr>
          <w:rFonts w:ascii="Times New Roman" w:hAnsi="Times New Roman"/>
          <w:sz w:val="24"/>
          <w:szCs w:val="24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Древний Рим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9B64A2">
        <w:rPr>
          <w:rFonts w:ascii="Times New Roman" w:hAnsi="Times New Roman"/>
          <w:i/>
          <w:sz w:val="24"/>
          <w:szCs w:val="24"/>
        </w:rPr>
        <w:t>Реформы Гракхов. Рабство в Древнем Риме.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Историческое и культурное наследие древних цивилизаций.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История средних веков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Средние века: понятие и хронологические рамки.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Раннее Средневековье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Начало Средневековья. Великое переселение народов. Образование варварских королевств.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Народы Европы в раннее Средневековье. Франки: расселение, занятия, общественное устройство. </w:t>
      </w:r>
      <w:r w:rsidRPr="009B64A2">
        <w:rPr>
          <w:rFonts w:ascii="Times New Roman" w:hAnsi="Times New Roman"/>
          <w:i/>
          <w:sz w:val="24"/>
          <w:szCs w:val="24"/>
        </w:rPr>
        <w:t>Законы франков; «Салическая правда».</w:t>
      </w:r>
      <w:r w:rsidRPr="009B64A2">
        <w:rPr>
          <w:rFonts w:ascii="Times New Roman" w:hAnsi="Times New Roman"/>
          <w:sz w:val="24"/>
          <w:szCs w:val="24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Зрелое Средневековье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Крестьянство: феодальная зависимость, повинности, условия жизни. Крестьянская община.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</w:t>
      </w:r>
      <w:r w:rsidRPr="009B64A2">
        <w:rPr>
          <w:rFonts w:ascii="Times New Roman" w:hAnsi="Times New Roman"/>
          <w:i/>
          <w:sz w:val="24"/>
          <w:szCs w:val="24"/>
        </w:rPr>
        <w:t>Ереси: причины возникновения и распространения. Преследование еретиков.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</w:t>
      </w:r>
      <w:r w:rsidRPr="009B64A2">
        <w:rPr>
          <w:rFonts w:ascii="Times New Roman" w:hAnsi="Times New Roman"/>
          <w:i/>
          <w:sz w:val="24"/>
          <w:szCs w:val="24"/>
        </w:rPr>
        <w:t>(Жакерия, восстание УотаТайлера).</w:t>
      </w:r>
      <w:r w:rsidRPr="009B64A2">
        <w:rPr>
          <w:rFonts w:ascii="Times New Roman" w:hAnsi="Times New Roman"/>
          <w:sz w:val="24"/>
          <w:szCs w:val="24"/>
        </w:rPr>
        <w:t xml:space="preserve"> Гуситское движение в Чехии.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Византийская империя и славянские государства в XII—XV вв. Экспансия турок-османов и падение Византии.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 xml:space="preserve">Страны Востока в Средние века. </w:t>
      </w:r>
      <w:r w:rsidRPr="009B64A2">
        <w:rPr>
          <w:rFonts w:ascii="Times New Roman" w:hAnsi="Times New Roman"/>
          <w:sz w:val="24"/>
          <w:szCs w:val="24"/>
        </w:rPr>
        <w:t xml:space="preserve">Османская империя: завоевания турок-османов, управление империей, </w:t>
      </w:r>
      <w:r w:rsidRPr="009B64A2">
        <w:rPr>
          <w:rFonts w:ascii="Times New Roman" w:hAnsi="Times New Roman"/>
          <w:i/>
          <w:sz w:val="24"/>
          <w:szCs w:val="24"/>
        </w:rPr>
        <w:t>положение покоренных народов</w:t>
      </w:r>
      <w:r w:rsidRPr="009B64A2">
        <w:rPr>
          <w:rFonts w:ascii="Times New Roman" w:hAnsi="Times New Roman"/>
          <w:sz w:val="24"/>
          <w:szCs w:val="24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9B64A2">
        <w:rPr>
          <w:rFonts w:ascii="Times New Roman" w:hAnsi="Times New Roman"/>
          <w:i/>
          <w:sz w:val="24"/>
          <w:szCs w:val="24"/>
        </w:rPr>
        <w:t xml:space="preserve">Делийский султанат. </w:t>
      </w:r>
      <w:r w:rsidRPr="009B64A2">
        <w:rPr>
          <w:rFonts w:ascii="Times New Roman" w:hAnsi="Times New Roman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Государства доколумбовой Америки.</w:t>
      </w:r>
      <w:r w:rsidRPr="009B64A2">
        <w:rPr>
          <w:rFonts w:ascii="Times New Roman" w:hAnsi="Times New Roman"/>
          <w:sz w:val="24"/>
          <w:szCs w:val="24"/>
        </w:rPr>
        <w:t>Общественный строй. Религиозные верования населения. Культура.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Историческое и культурное наследие Средневековья.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>История Нового времени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Новое время: понятие и хронологические рамки. 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Европа в конце ХV</w:t>
      </w:r>
      <w:r w:rsidRPr="009B64A2">
        <w:rPr>
          <w:rFonts w:ascii="Times New Roman" w:hAnsi="Times New Roman"/>
          <w:b/>
          <w:sz w:val="24"/>
          <w:szCs w:val="24"/>
        </w:rPr>
        <w:t xml:space="preserve">— </w:t>
      </w:r>
      <w:r w:rsidRPr="009B64A2">
        <w:rPr>
          <w:rFonts w:ascii="Times New Roman" w:hAnsi="Times New Roman"/>
          <w:b/>
          <w:bCs/>
          <w:sz w:val="24"/>
          <w:szCs w:val="24"/>
        </w:rPr>
        <w:t>начале XVII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Нидерландская революция: цели, участники, формы борьбы. Итоги и значение революции.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середине XVII—ХVIII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 в. Война североамериканских колоний за независимость. Образование Соединенных Штатов Америки; «отцы-основатели».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Французская революция XVIII в.: причины, участники. Начало и основные этапы революции. Политические течения и деятели революции. </w:t>
      </w:r>
      <w:r w:rsidRPr="009B64A2">
        <w:rPr>
          <w:rFonts w:ascii="Times New Roman" w:hAnsi="Times New Roman"/>
          <w:i/>
          <w:sz w:val="24"/>
          <w:szCs w:val="24"/>
        </w:rPr>
        <w:t>Программные и государственные документы. Революционные войны.</w:t>
      </w:r>
      <w:r w:rsidRPr="009B64A2">
        <w:rPr>
          <w:rFonts w:ascii="Times New Roman" w:hAnsi="Times New Roman"/>
          <w:sz w:val="24"/>
          <w:szCs w:val="24"/>
        </w:rPr>
        <w:t xml:space="preserve"> Итоги и значение революции.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Посполитой. Колониальные захваты европейских держав.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Страны Востока в XVI—XVIII вв.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9B64A2">
        <w:rPr>
          <w:rFonts w:ascii="Times New Roman" w:hAnsi="Times New Roman"/>
          <w:i/>
          <w:sz w:val="24"/>
          <w:szCs w:val="24"/>
        </w:rPr>
        <w:t>Образование централизованного государства и установление сегунатаТокугава в Японии.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 первой половине ХIХ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Страны Европы и Северной Америки во второй половине ХIХ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9B64A2">
        <w:rPr>
          <w:rFonts w:ascii="Times New Roman" w:hAnsi="Times New Roman"/>
          <w:i/>
          <w:sz w:val="24"/>
          <w:szCs w:val="24"/>
        </w:rPr>
        <w:t>внутренняя и внешняя политика, франко-германская война, колониальные войны.</w:t>
      </w:r>
      <w:r w:rsidRPr="009B64A2">
        <w:rPr>
          <w:rFonts w:ascii="Times New Roman" w:hAnsi="Times New Roman"/>
          <w:sz w:val="24"/>
          <w:szCs w:val="24"/>
        </w:rPr>
        <w:t xml:space="preserve"> Образование единого государства в Италии; </w:t>
      </w:r>
      <w:r w:rsidRPr="009B64A2">
        <w:rPr>
          <w:rFonts w:ascii="Times New Roman" w:hAnsi="Times New Roman"/>
          <w:i/>
          <w:sz w:val="24"/>
          <w:szCs w:val="24"/>
        </w:rPr>
        <w:t>К. Кавур, Дж. Гарибальди.</w:t>
      </w:r>
      <w:r w:rsidRPr="009B64A2">
        <w:rPr>
          <w:rFonts w:ascii="Times New Roman" w:hAnsi="Times New Roman"/>
          <w:sz w:val="24"/>
          <w:szCs w:val="24"/>
        </w:rPr>
        <w:t xml:space="preserve"> Объединение германских государств, провозглашение Германской империи; О. Бисмарк. </w:t>
      </w:r>
      <w:r w:rsidRPr="009B64A2">
        <w:rPr>
          <w:rFonts w:ascii="Times New Roman" w:hAnsi="Times New Roman"/>
          <w:i/>
          <w:sz w:val="24"/>
          <w:szCs w:val="24"/>
        </w:rPr>
        <w:t>Габсбургская монархия: австро-венгерский дуализм.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Экономическое и социально-политическое развитие стран Европы и США в конце ХIХ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</w:t>
      </w:r>
      <w:r w:rsidRPr="009B64A2">
        <w:rPr>
          <w:rFonts w:ascii="Times New Roman" w:hAnsi="Times New Roman"/>
          <w:i/>
          <w:sz w:val="24"/>
          <w:szCs w:val="24"/>
        </w:rPr>
        <w:t xml:space="preserve">Расширение спектра общественных движений. </w:t>
      </w:r>
      <w:r w:rsidRPr="009B64A2">
        <w:rPr>
          <w:rFonts w:ascii="Times New Roman" w:hAnsi="Times New Roman"/>
          <w:sz w:val="24"/>
          <w:szCs w:val="24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Страны Азии в ХIХ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9B64A2">
        <w:rPr>
          <w:rFonts w:ascii="Times New Roman" w:hAnsi="Times New Roman"/>
          <w:i/>
          <w:sz w:val="24"/>
          <w:szCs w:val="24"/>
        </w:rPr>
        <w:t>Япония: внутренняя и внешняя политика сегунатаТокугава, преобразования эпохи Мэйдзи.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Война за независимость в Латинской Америке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Колониальное общество. Освободительная борьба: задачи, участники, формы выступлений. </w:t>
      </w:r>
      <w:r w:rsidRPr="009B64A2">
        <w:rPr>
          <w:rFonts w:ascii="Times New Roman" w:hAnsi="Times New Roman"/>
          <w:i/>
          <w:sz w:val="24"/>
          <w:szCs w:val="24"/>
        </w:rPr>
        <w:t>П. Д. Туссен-Лувертюр, С. Боливар.</w:t>
      </w:r>
      <w:r w:rsidRPr="009B64A2">
        <w:rPr>
          <w:rFonts w:ascii="Times New Roman" w:hAnsi="Times New Roman"/>
          <w:sz w:val="24"/>
          <w:szCs w:val="24"/>
        </w:rPr>
        <w:t xml:space="preserve"> Провозглашение независимых государств.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Народы Африки в Новое время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Развитие культуры в XIX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Международные отношения в XIX 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Историческое и культурное наследие Нового времени.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64A2">
        <w:rPr>
          <w:rFonts w:ascii="Times New Roman" w:hAnsi="Times New Roman"/>
          <w:b/>
          <w:sz w:val="24"/>
          <w:szCs w:val="24"/>
        </w:rPr>
        <w:t xml:space="preserve">Новейшая история. 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>Мир к началу XX в. Новейшая история: понятие, периодизация.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64A2">
        <w:rPr>
          <w:rFonts w:ascii="Times New Roman" w:hAnsi="Times New Roman"/>
          <w:b/>
          <w:bCs/>
          <w:sz w:val="24"/>
          <w:szCs w:val="24"/>
        </w:rPr>
        <w:t>Мир в 1900—1914 гг.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9B64A2">
        <w:rPr>
          <w:rFonts w:ascii="Times New Roman" w:hAnsi="Times New Roman"/>
          <w:i/>
          <w:sz w:val="24"/>
          <w:szCs w:val="24"/>
        </w:rPr>
        <w:t>Социальные и политические реформы; Д. Ллойд Джордж.</w:t>
      </w:r>
    </w:p>
    <w:p w:rsidR="00355821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B64A2">
        <w:rPr>
          <w:rFonts w:ascii="Times New Roman" w:hAnsi="Times New Roman"/>
          <w:sz w:val="24"/>
          <w:szCs w:val="24"/>
        </w:rPr>
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</w:r>
      <w:r w:rsidRPr="009B64A2">
        <w:rPr>
          <w:rFonts w:ascii="Times New Roman" w:hAnsi="Times New Roman"/>
          <w:i/>
          <w:sz w:val="24"/>
          <w:szCs w:val="24"/>
        </w:rPr>
        <w:t>Руководители освободительной борьбы (Сунь Ятсен, Э. Сапата, Ф. Вилья).</w:t>
      </w:r>
    </w:p>
    <w:p w:rsidR="00355821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355821" w:rsidRPr="004D2814" w:rsidRDefault="00355821" w:rsidP="004D281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4D281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 Направления проектной деятельности обучающихся</w:t>
      </w:r>
    </w:p>
    <w:p w:rsidR="00355821" w:rsidRPr="009B64A2" w:rsidRDefault="00355821" w:rsidP="00F30B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355821" w:rsidRDefault="00355821" w:rsidP="00913BB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D2814">
        <w:rPr>
          <w:rFonts w:ascii="Times New Roman" w:hAnsi="Times New Roman"/>
          <w:b/>
          <w:sz w:val="28"/>
          <w:szCs w:val="28"/>
        </w:rPr>
        <w:t>Культурно-антропологическое направление.</w:t>
      </w:r>
    </w:p>
    <w:p w:rsidR="00355821" w:rsidRPr="00156795" w:rsidRDefault="00355821" w:rsidP="004D2814">
      <w:pPr>
        <w:pStyle w:val="ListParagraph"/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6 класс:</w:t>
      </w:r>
    </w:p>
    <w:p w:rsidR="00355821" w:rsidRPr="00156795" w:rsidRDefault="00355821" w:rsidP="00913B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Неолитическая революция. Первые скотоводы, земледельцы, ремесленники на территории Краснодарского края.</w:t>
      </w:r>
    </w:p>
    <w:p w:rsidR="00355821" w:rsidRPr="00156795" w:rsidRDefault="00355821" w:rsidP="00913BB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Археологические находки – свидетели истории.</w:t>
      </w:r>
    </w:p>
    <w:p w:rsidR="00355821" w:rsidRDefault="00355821" w:rsidP="004D2814">
      <w:pPr>
        <w:pStyle w:val="ListParagraph"/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9 класс:</w:t>
      </w:r>
    </w:p>
    <w:p w:rsidR="00355821" w:rsidRPr="00676F13" w:rsidRDefault="00355821" w:rsidP="00B748EB">
      <w:pPr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676F1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Этнокультурный облик страны.</w:t>
      </w:r>
    </w:p>
    <w:p w:rsidR="00355821" w:rsidRDefault="00355821" w:rsidP="00913BB5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D2814">
        <w:rPr>
          <w:rFonts w:ascii="Times New Roman" w:hAnsi="Times New Roman"/>
          <w:b/>
          <w:sz w:val="28"/>
          <w:szCs w:val="28"/>
        </w:rPr>
        <w:t>Военно-патриотическое направление.</w:t>
      </w:r>
    </w:p>
    <w:p w:rsidR="00355821" w:rsidRPr="00156795" w:rsidRDefault="00355821" w:rsidP="00B125E8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               6 класс: </w:t>
      </w:r>
    </w:p>
    <w:p w:rsidR="00355821" w:rsidRPr="00156795" w:rsidRDefault="00355821" w:rsidP="00913B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Место и роль Руси в Европе.</w:t>
      </w:r>
    </w:p>
    <w:p w:rsidR="00355821" w:rsidRPr="00156795" w:rsidRDefault="00355821" w:rsidP="00913B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Герои российской истории: князь Александр Невский на перекрёстке мнений.</w:t>
      </w:r>
    </w:p>
    <w:p w:rsidR="00355821" w:rsidRPr="00156795" w:rsidRDefault="00355821" w:rsidP="00913B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Загадки герба России.</w:t>
      </w:r>
    </w:p>
    <w:p w:rsidR="00355821" w:rsidRPr="00156795" w:rsidRDefault="00355821" w:rsidP="00913BB5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Иван </w:t>
      </w:r>
      <w:r w:rsidRPr="00156795">
        <w:rPr>
          <w:rFonts w:ascii="Times New Roman" w:hAnsi="Times New Roman"/>
          <w:sz w:val="24"/>
          <w:szCs w:val="24"/>
          <w:lang w:val="en-US"/>
        </w:rPr>
        <w:t>III</w:t>
      </w:r>
      <w:r w:rsidRPr="00156795">
        <w:rPr>
          <w:rFonts w:ascii="Times New Roman" w:hAnsi="Times New Roman"/>
          <w:sz w:val="24"/>
          <w:szCs w:val="24"/>
        </w:rPr>
        <w:t xml:space="preserve"> – создатель Российского государства.</w:t>
      </w:r>
    </w:p>
    <w:p w:rsidR="00355821" w:rsidRPr="00156795" w:rsidRDefault="00355821" w:rsidP="00156795">
      <w:pPr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6795">
        <w:rPr>
          <w:rFonts w:ascii="Times New Roman" w:hAnsi="Times New Roman"/>
          <w:sz w:val="24"/>
          <w:szCs w:val="24"/>
        </w:rPr>
        <w:t>класс:</w:t>
      </w:r>
    </w:p>
    <w:p w:rsidR="00355821" w:rsidRPr="001C14A2" w:rsidRDefault="00355821" w:rsidP="00913BB5">
      <w:pPr>
        <w:pStyle w:val="ListParagraph"/>
        <w:numPr>
          <w:ilvl w:val="0"/>
          <w:numId w:val="17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 w:rsidRPr="001C14A2">
        <w:rPr>
          <w:rFonts w:ascii="Times New Roman" w:hAnsi="Times New Roman"/>
          <w:sz w:val="24"/>
          <w:szCs w:val="24"/>
        </w:rPr>
        <w:t xml:space="preserve">Государства Поволжья, Северного Причерноморья, Сибири в середине </w:t>
      </w:r>
      <w:r w:rsidRPr="001C14A2">
        <w:rPr>
          <w:rFonts w:ascii="Times New Roman" w:hAnsi="Times New Roman"/>
          <w:sz w:val="24"/>
          <w:szCs w:val="24"/>
          <w:lang w:val="en-US"/>
        </w:rPr>
        <w:t>XVI</w:t>
      </w:r>
      <w:r w:rsidRPr="001C14A2">
        <w:rPr>
          <w:rFonts w:ascii="Times New Roman" w:hAnsi="Times New Roman"/>
          <w:sz w:val="24"/>
          <w:szCs w:val="24"/>
        </w:rPr>
        <w:t xml:space="preserve"> в.</w:t>
      </w:r>
    </w:p>
    <w:p w:rsidR="00355821" w:rsidRDefault="00355821" w:rsidP="00913BB5">
      <w:pPr>
        <w:pStyle w:val="ListParagraph"/>
        <w:numPr>
          <w:ilvl w:val="0"/>
          <w:numId w:val="17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Народы России во второй половине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1C14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17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Рождение Российского многонационального государства.</w:t>
      </w:r>
    </w:p>
    <w:p w:rsidR="00355821" w:rsidRDefault="00355821" w:rsidP="00913BB5">
      <w:pPr>
        <w:pStyle w:val="ListParagraph"/>
        <w:numPr>
          <w:ilvl w:val="0"/>
          <w:numId w:val="17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Самозванцы в мировой истории.</w:t>
      </w:r>
    </w:p>
    <w:p w:rsidR="00355821" w:rsidRPr="001C14A2" w:rsidRDefault="00355821" w:rsidP="00913BB5">
      <w:pPr>
        <w:pStyle w:val="ListParagraph"/>
        <w:numPr>
          <w:ilvl w:val="0"/>
          <w:numId w:val="17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Гражданская война в истории человечества.</w:t>
      </w:r>
    </w:p>
    <w:p w:rsidR="00355821" w:rsidRPr="005B7EB4" w:rsidRDefault="00355821" w:rsidP="005B7EB4">
      <w:pPr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5B7EB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EB4">
        <w:rPr>
          <w:rFonts w:ascii="Times New Roman" w:hAnsi="Times New Roman"/>
          <w:sz w:val="24"/>
          <w:szCs w:val="24"/>
        </w:rPr>
        <w:t>класс:</w:t>
      </w:r>
    </w:p>
    <w:p w:rsidR="00355821" w:rsidRDefault="00355821" w:rsidP="00913BB5">
      <w:pPr>
        <w:pStyle w:val="ListParagraph"/>
        <w:numPr>
          <w:ilvl w:val="0"/>
          <w:numId w:val="21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Рождение российского военно-морского флота.</w:t>
      </w:r>
    </w:p>
    <w:p w:rsidR="00355821" w:rsidRDefault="00355821" w:rsidP="00913BB5">
      <w:pPr>
        <w:pStyle w:val="ListParagraph"/>
        <w:numPr>
          <w:ilvl w:val="0"/>
          <w:numId w:val="21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Споры о Петре Великом.</w:t>
      </w:r>
    </w:p>
    <w:p w:rsidR="00355821" w:rsidRDefault="00355821" w:rsidP="00913BB5">
      <w:pPr>
        <w:pStyle w:val="ListParagraph"/>
        <w:numPr>
          <w:ilvl w:val="0"/>
          <w:numId w:val="21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Петровское время в памяти потомков.</w:t>
      </w:r>
    </w:p>
    <w:p w:rsidR="00355821" w:rsidRPr="005B7EB4" w:rsidRDefault="00355821" w:rsidP="00913BB5">
      <w:pPr>
        <w:pStyle w:val="ListParagraph"/>
        <w:numPr>
          <w:ilvl w:val="0"/>
          <w:numId w:val="21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Россия и Османская империя в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5B7E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в.: от войн к союзу.</w:t>
      </w:r>
    </w:p>
    <w:p w:rsidR="00355821" w:rsidRDefault="00355821" w:rsidP="00913BB5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класс:</w:t>
      </w:r>
    </w:p>
    <w:p w:rsidR="00355821" w:rsidRPr="005B7EB4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5B7EB4">
        <w:rPr>
          <w:rFonts w:ascii="Times New Roman" w:hAnsi="Times New Roman"/>
          <w:sz w:val="24"/>
          <w:szCs w:val="24"/>
        </w:rPr>
        <w:t xml:space="preserve">Национальная политика Александра </w:t>
      </w:r>
      <w:r w:rsidRPr="005B7EB4">
        <w:rPr>
          <w:rFonts w:ascii="Times New Roman" w:hAnsi="Times New Roman"/>
          <w:sz w:val="24"/>
          <w:szCs w:val="24"/>
          <w:lang w:val="en-US"/>
        </w:rPr>
        <w:t>I</w:t>
      </w:r>
      <w:r w:rsidRPr="005B7EB4">
        <w:rPr>
          <w:rFonts w:ascii="Times New Roman" w:hAnsi="Times New Roman"/>
          <w:sz w:val="24"/>
          <w:szCs w:val="24"/>
        </w:rPr>
        <w:t>.</w:t>
      </w:r>
    </w:p>
    <w:p w:rsidR="00355821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народа  в 1812 г.</w:t>
      </w:r>
    </w:p>
    <w:p w:rsidR="00355821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Героическая оборона Севастополя в Крымской войне.</w:t>
      </w:r>
    </w:p>
    <w:p w:rsidR="00355821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Национальный вопрос в Европе и в России.</w:t>
      </w:r>
    </w:p>
    <w:p w:rsidR="00355821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Отмена крепостного права в России: неизбежность или…</w:t>
      </w:r>
    </w:p>
    <w:p w:rsidR="00355821" w:rsidRPr="005B7EB4" w:rsidRDefault="00355821" w:rsidP="00913BB5">
      <w:pPr>
        <w:pStyle w:val="ListParagraph"/>
        <w:numPr>
          <w:ilvl w:val="0"/>
          <w:numId w:val="23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Реформы П.А. Столыпина: замысел и результаты.</w:t>
      </w:r>
    </w:p>
    <w:p w:rsidR="00355821" w:rsidRPr="00B125E8" w:rsidRDefault="00355821" w:rsidP="00B125E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B125E8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           3. </w:t>
      </w:r>
      <w:r w:rsidRPr="00B125E8">
        <w:rPr>
          <w:rFonts w:ascii="Times New Roman" w:hAnsi="Times New Roman"/>
          <w:b/>
          <w:sz w:val="28"/>
          <w:szCs w:val="28"/>
        </w:rPr>
        <w:t>Духовно-нравственное направление.</w:t>
      </w:r>
    </w:p>
    <w:p w:rsidR="00355821" w:rsidRPr="00156795" w:rsidRDefault="00355821" w:rsidP="00E6368E">
      <w:pPr>
        <w:pStyle w:val="ListParagraph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класс: </w:t>
      </w:r>
    </w:p>
    <w:p w:rsidR="00355821" w:rsidRPr="00156795" w:rsidRDefault="00355821" w:rsidP="00B748EB">
      <w:pPr>
        <w:spacing w:after="0"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                1. Русская православная церковь в </w:t>
      </w:r>
      <w:r w:rsidRPr="00156795">
        <w:rPr>
          <w:rFonts w:ascii="Times New Roman" w:hAnsi="Times New Roman"/>
          <w:sz w:val="24"/>
          <w:szCs w:val="24"/>
          <w:lang w:val="en-US"/>
        </w:rPr>
        <w:t>XV</w:t>
      </w:r>
      <w:r w:rsidRPr="00156795">
        <w:rPr>
          <w:rFonts w:ascii="Times New Roman" w:hAnsi="Times New Roman"/>
          <w:sz w:val="24"/>
          <w:szCs w:val="24"/>
        </w:rPr>
        <w:t xml:space="preserve">-начале </w:t>
      </w:r>
      <w:r w:rsidRPr="00156795">
        <w:rPr>
          <w:rFonts w:ascii="Times New Roman" w:hAnsi="Times New Roman"/>
          <w:sz w:val="24"/>
          <w:szCs w:val="24"/>
          <w:lang w:val="en-US"/>
        </w:rPr>
        <w:t>XVI</w:t>
      </w:r>
      <w:r w:rsidRPr="00156795">
        <w:rPr>
          <w:rFonts w:ascii="Times New Roman" w:hAnsi="Times New Roman"/>
          <w:sz w:val="24"/>
          <w:szCs w:val="24"/>
        </w:rPr>
        <w:t xml:space="preserve"> в.</w:t>
      </w:r>
    </w:p>
    <w:p w:rsidR="00355821" w:rsidRPr="00156795" w:rsidRDefault="00355821" w:rsidP="00B748EB">
      <w:pPr>
        <w:spacing w:after="0" w:line="240" w:lineRule="auto"/>
        <w:ind w:left="851" w:hanging="283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                2.Человек в Российском государстве второй половины </w:t>
      </w:r>
      <w:r w:rsidRPr="00156795">
        <w:rPr>
          <w:rFonts w:ascii="Times New Roman" w:hAnsi="Times New Roman"/>
          <w:sz w:val="24"/>
          <w:szCs w:val="24"/>
          <w:lang w:val="en-US"/>
        </w:rPr>
        <w:t>XV</w:t>
      </w:r>
      <w:r w:rsidRPr="00156795">
        <w:rPr>
          <w:rFonts w:ascii="Times New Roman" w:hAnsi="Times New Roman"/>
          <w:sz w:val="24"/>
          <w:szCs w:val="24"/>
        </w:rPr>
        <w:t xml:space="preserve"> в.</w:t>
      </w:r>
    </w:p>
    <w:p w:rsidR="00355821" w:rsidRDefault="00355821" w:rsidP="00114882">
      <w:pPr>
        <w:pStyle w:val="ListParagraph"/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7 класс:</w:t>
      </w:r>
    </w:p>
    <w:p w:rsidR="00355821" w:rsidRDefault="00355821" w:rsidP="00913BB5">
      <w:pPr>
        <w:pStyle w:val="ListParagraph"/>
        <w:numPr>
          <w:ilvl w:val="0"/>
          <w:numId w:val="18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Культура и повседневная жизнь народов России в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1C14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18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Сословный быт и картина мира русского человека в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r w:rsidRPr="001C14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Pr="00156795" w:rsidRDefault="00355821" w:rsidP="00913BB5">
      <w:pPr>
        <w:pStyle w:val="ListParagraph"/>
        <w:numPr>
          <w:ilvl w:val="0"/>
          <w:numId w:val="18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Церковный раскол – трагедия российской истории.</w:t>
      </w:r>
    </w:p>
    <w:p w:rsidR="00355821" w:rsidRPr="007A24B6" w:rsidRDefault="00355821" w:rsidP="007A24B6">
      <w:pPr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7A24B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24B6">
        <w:rPr>
          <w:rFonts w:ascii="Times New Roman" w:hAnsi="Times New Roman"/>
          <w:sz w:val="24"/>
          <w:szCs w:val="24"/>
        </w:rPr>
        <w:t>класс: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 w:rsidRPr="007A24B6">
        <w:rPr>
          <w:rFonts w:ascii="Times New Roman" w:hAnsi="Times New Roman"/>
          <w:sz w:val="24"/>
          <w:szCs w:val="24"/>
        </w:rPr>
        <w:t>Национальная и религиозная политика в 1725-1762 гг.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 w:rsidRPr="007A24B6">
        <w:rPr>
          <w:rFonts w:ascii="Times New Roman" w:hAnsi="Times New Roman"/>
          <w:sz w:val="24"/>
          <w:szCs w:val="24"/>
        </w:rPr>
        <w:t>Национальная и религиозная политика</w:t>
      </w:r>
      <w:r>
        <w:rPr>
          <w:rFonts w:ascii="Times New Roman" w:hAnsi="Times New Roman"/>
          <w:sz w:val="24"/>
          <w:szCs w:val="24"/>
        </w:rPr>
        <w:t xml:space="preserve"> Екатерины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в России в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7A24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наука и техника в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7A24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Русская архитектура </w:t>
      </w:r>
      <w:r>
        <w:rPr>
          <w:rFonts w:ascii="Times New Roman" w:hAnsi="Times New Roman"/>
          <w:sz w:val="24"/>
          <w:szCs w:val="24"/>
          <w:lang w:val="en-US"/>
        </w:rPr>
        <w:t xml:space="preserve">XVIII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Живопись и скульптура.</w:t>
      </w:r>
    </w:p>
    <w:p w:rsidR="00355821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Музыкальное и театральное искусство.</w:t>
      </w:r>
    </w:p>
    <w:p w:rsidR="00355821" w:rsidRPr="007A24B6" w:rsidRDefault="00355821" w:rsidP="00913BB5">
      <w:pPr>
        <w:pStyle w:val="ListParagraph"/>
        <w:numPr>
          <w:ilvl w:val="0"/>
          <w:numId w:val="19"/>
        </w:numPr>
        <w:spacing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 по дворцам пригородов Петербурга.</w:t>
      </w:r>
    </w:p>
    <w:p w:rsidR="00355821" w:rsidRDefault="00355821" w:rsidP="00114882">
      <w:pPr>
        <w:pStyle w:val="ListParagraph"/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9 класс:</w:t>
      </w:r>
    </w:p>
    <w:p w:rsidR="00355821" w:rsidRDefault="00355821" w:rsidP="00913BB5">
      <w:pPr>
        <w:pStyle w:val="ListParagraph"/>
        <w:numPr>
          <w:ilvl w:val="0"/>
          <w:numId w:val="24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7A24B6">
        <w:rPr>
          <w:rFonts w:ascii="Times New Roman" w:hAnsi="Times New Roman"/>
          <w:sz w:val="24"/>
          <w:szCs w:val="24"/>
        </w:rPr>
        <w:t>Национальная и религиозная политика</w:t>
      </w:r>
      <w:r>
        <w:rPr>
          <w:rFonts w:ascii="Times New Roman" w:hAnsi="Times New Roman"/>
          <w:sz w:val="24"/>
          <w:szCs w:val="24"/>
        </w:rPr>
        <w:t xml:space="preserve"> России в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в.: традиции и новации.</w:t>
      </w:r>
    </w:p>
    <w:p w:rsidR="00355821" w:rsidRDefault="00355821" w:rsidP="00913BB5">
      <w:pPr>
        <w:pStyle w:val="ListParagraph"/>
        <w:numPr>
          <w:ilvl w:val="0"/>
          <w:numId w:val="24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Повседневная жизнь разных слоёв населения в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 w:rsidRPr="004B1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</w:t>
      </w:r>
    </w:p>
    <w:p w:rsidR="00355821" w:rsidRDefault="00355821" w:rsidP="00913BB5">
      <w:pPr>
        <w:pStyle w:val="ListParagraph"/>
        <w:numPr>
          <w:ilvl w:val="0"/>
          <w:numId w:val="24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Серебряный век русской культуры.</w:t>
      </w:r>
    </w:p>
    <w:p w:rsidR="00355821" w:rsidRPr="00676F13" w:rsidRDefault="00355821" w:rsidP="00913BB5">
      <w:pPr>
        <w:pStyle w:val="ListParagraph"/>
        <w:numPr>
          <w:ilvl w:val="0"/>
          <w:numId w:val="24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Золотой век русской культуры.</w:t>
      </w:r>
    </w:p>
    <w:p w:rsidR="00355821" w:rsidRPr="00E6368E" w:rsidRDefault="00355821" w:rsidP="00E6368E">
      <w:pPr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 w:rsidRPr="00B125E8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 xml:space="preserve"> Исследовательские проекты:</w:t>
      </w:r>
    </w:p>
    <w:p w:rsidR="00355821" w:rsidRPr="00156795" w:rsidRDefault="00355821" w:rsidP="00B125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                 6 класс:</w:t>
      </w:r>
    </w:p>
    <w:p w:rsidR="00355821" w:rsidRPr="00156795" w:rsidRDefault="00355821" w:rsidP="00913BB5">
      <w:pPr>
        <w:pStyle w:val="ListParagraph"/>
        <w:numPr>
          <w:ilvl w:val="0"/>
          <w:numId w:val="15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История городов Древней Руси.</w:t>
      </w:r>
    </w:p>
    <w:p w:rsidR="00355821" w:rsidRPr="00156795" w:rsidRDefault="00355821" w:rsidP="00913BB5">
      <w:pPr>
        <w:pStyle w:val="ListParagraph"/>
        <w:numPr>
          <w:ilvl w:val="0"/>
          <w:numId w:val="15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Грозило ли ордынское владычество странам Западной Европы?</w:t>
      </w:r>
    </w:p>
    <w:p w:rsidR="00355821" w:rsidRPr="00156795" w:rsidRDefault="00355821" w:rsidP="00913BB5">
      <w:pPr>
        <w:pStyle w:val="ListParagraph"/>
        <w:numPr>
          <w:ilvl w:val="0"/>
          <w:numId w:val="15"/>
        </w:numPr>
        <w:spacing w:after="0"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>Иван Калита: оправдывает ли цель средства? (групповой проект)</w:t>
      </w:r>
    </w:p>
    <w:p w:rsidR="00355821" w:rsidRPr="00156795" w:rsidRDefault="00355821" w:rsidP="00E6368E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567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7 </w:t>
      </w:r>
      <w:r w:rsidRPr="00156795">
        <w:rPr>
          <w:rFonts w:ascii="Times New Roman" w:hAnsi="Times New Roman"/>
          <w:sz w:val="24"/>
          <w:szCs w:val="24"/>
        </w:rPr>
        <w:t>класс:</w:t>
      </w:r>
    </w:p>
    <w:p w:rsidR="00355821" w:rsidRDefault="00355821" w:rsidP="00E6368E">
      <w:pPr>
        <w:pStyle w:val="ListParagraph"/>
        <w:numPr>
          <w:ilvl w:val="0"/>
          <w:numId w:val="16"/>
        </w:numPr>
        <w:spacing w:after="0"/>
        <w:ind w:left="1843"/>
        <w:rPr>
          <w:rFonts w:ascii="Times New Roman" w:hAnsi="Times New Roman"/>
          <w:sz w:val="24"/>
          <w:szCs w:val="24"/>
        </w:rPr>
      </w:pPr>
      <w:r w:rsidRPr="001C14A2">
        <w:rPr>
          <w:rFonts w:ascii="Times New Roman" w:hAnsi="Times New Roman"/>
          <w:sz w:val="24"/>
          <w:szCs w:val="24"/>
        </w:rPr>
        <w:t>Иван Грозный в оценках потомков.</w:t>
      </w:r>
    </w:p>
    <w:p w:rsidR="00355821" w:rsidRPr="005B7EB4" w:rsidRDefault="00355821" w:rsidP="00E6368E">
      <w:pPr>
        <w:spacing w:after="0"/>
        <w:ind w:left="1114"/>
        <w:rPr>
          <w:rFonts w:ascii="Times New Roman" w:hAnsi="Times New Roman"/>
          <w:sz w:val="24"/>
          <w:szCs w:val="24"/>
        </w:rPr>
      </w:pPr>
      <w:r w:rsidRPr="005B7EB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7EB4">
        <w:rPr>
          <w:rFonts w:ascii="Times New Roman" w:hAnsi="Times New Roman"/>
          <w:sz w:val="24"/>
          <w:szCs w:val="24"/>
        </w:rPr>
        <w:t>класс:</w:t>
      </w:r>
    </w:p>
    <w:p w:rsidR="00355821" w:rsidRDefault="00355821" w:rsidP="00913BB5">
      <w:pPr>
        <w:pStyle w:val="ListParagraph"/>
        <w:numPr>
          <w:ilvl w:val="0"/>
          <w:numId w:val="20"/>
        </w:numPr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Россия до и после Петра Великого.</w:t>
      </w:r>
    </w:p>
    <w:p w:rsidR="00355821" w:rsidRDefault="00355821" w:rsidP="00E6368E">
      <w:pPr>
        <w:pStyle w:val="ListParagraph"/>
        <w:numPr>
          <w:ilvl w:val="0"/>
          <w:numId w:val="20"/>
        </w:numPr>
        <w:spacing w:after="0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Георгиевские кавалеры. </w:t>
      </w:r>
    </w:p>
    <w:p w:rsidR="00355821" w:rsidRDefault="00355821" w:rsidP="00E6368E">
      <w:pPr>
        <w:spacing w:after="0" w:line="240" w:lineRule="auto"/>
        <w:ind w:left="1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класс:</w:t>
      </w:r>
    </w:p>
    <w:p w:rsidR="00355821" w:rsidRDefault="00355821" w:rsidP="00E6368E">
      <w:pPr>
        <w:pStyle w:val="ListParagraph"/>
        <w:numPr>
          <w:ilvl w:val="0"/>
          <w:numId w:val="25"/>
        </w:numPr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Дискуссия «Александр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4B1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оценках современников и историков.</w:t>
      </w:r>
    </w:p>
    <w:p w:rsidR="00355821" w:rsidRDefault="00355821" w:rsidP="00913BB5">
      <w:pPr>
        <w:pStyle w:val="ListParagraph"/>
        <w:numPr>
          <w:ilvl w:val="0"/>
          <w:numId w:val="25"/>
        </w:numPr>
        <w:ind w:left="18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Дискуссия на тему «Россия в начале </w:t>
      </w:r>
      <w:r>
        <w:rPr>
          <w:rFonts w:ascii="Times New Roman" w:hAnsi="Times New Roman"/>
          <w:sz w:val="24"/>
          <w:szCs w:val="24"/>
          <w:lang w:val="en-US"/>
        </w:rPr>
        <w:t>XX</w:t>
      </w:r>
      <w:r w:rsidRPr="004B1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в.: выбор пути»</w:t>
      </w:r>
    </w:p>
    <w:p w:rsidR="00355821" w:rsidRPr="004B19A7" w:rsidRDefault="00355821" w:rsidP="00387E09">
      <w:pPr>
        <w:pStyle w:val="ListParagraph"/>
        <w:ind w:left="1843"/>
        <w:rPr>
          <w:rFonts w:ascii="Times New Roman" w:hAnsi="Times New Roman"/>
          <w:sz w:val="24"/>
          <w:szCs w:val="24"/>
        </w:rPr>
      </w:pPr>
    </w:p>
    <w:p w:rsidR="00355821" w:rsidRPr="00387E09" w:rsidRDefault="00355821" w:rsidP="00387E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87E09">
        <w:rPr>
          <w:rFonts w:ascii="Times New Roman" w:hAnsi="Times New Roman"/>
          <w:b/>
          <w:sz w:val="28"/>
          <w:szCs w:val="28"/>
          <w:lang w:eastAsia="en-US"/>
        </w:rPr>
        <w:t>3.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7E09">
        <w:rPr>
          <w:rFonts w:ascii="Times New Roman" w:hAnsi="Times New Roman"/>
          <w:b/>
          <w:sz w:val="28"/>
          <w:szCs w:val="28"/>
          <w:lang w:eastAsia="en-US"/>
        </w:rPr>
        <w:t>Тематическое планирование с указанием количества часов, отводимых на освоение каждой темы.</w:t>
      </w:r>
    </w:p>
    <w:p w:rsidR="00355821" w:rsidRDefault="00355821" w:rsidP="00F30B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6368E">
        <w:rPr>
          <w:rFonts w:ascii="Times New Roman" w:hAnsi="Times New Roman"/>
          <w:b/>
          <w:sz w:val="28"/>
          <w:szCs w:val="28"/>
        </w:rPr>
        <w:t>Синхронизация курсов всеобщей истории и истории России</w:t>
      </w:r>
    </w:p>
    <w:p w:rsidR="00355821" w:rsidRPr="00E6368E" w:rsidRDefault="00355821" w:rsidP="00F30B4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32"/>
        <w:gridCol w:w="4397"/>
        <w:gridCol w:w="4961"/>
      </w:tblGrid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7" w:type="dxa"/>
          </w:tcPr>
          <w:p w:rsidR="00355821" w:rsidRPr="00485151" w:rsidRDefault="00355821" w:rsidP="00F30B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Всеобщая история</w:t>
            </w: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История России</w:t>
            </w:r>
          </w:p>
        </w:tc>
      </w:tr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5 класс</w:t>
            </w:r>
          </w:p>
        </w:tc>
        <w:tc>
          <w:tcPr>
            <w:tcW w:w="4397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ИСТОРИЯ ДРЕВНЕГО МИРА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Первобытность.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Древний Восток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Античный мир. Древняя Греция. Древний Рим.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Народы и государства на территории нашей страны в древности</w:t>
            </w:r>
          </w:p>
        </w:tc>
      </w:tr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 xml:space="preserve">6 класс </w:t>
            </w:r>
          </w:p>
        </w:tc>
        <w:tc>
          <w:tcPr>
            <w:tcW w:w="4397" w:type="dxa"/>
          </w:tcPr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ИСТОРИЯ СРЕДНИХ ВЕКОВ. 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Раннее Средневековье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Зрелое Средневековье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Востока в Средние века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Государства доколумбовой Америки.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ОТ ДРЕВНЕЙ РУСИ К РОССИЙСКОМУ ГОСУДАРСТВУ.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Восточная Европа в середине I тыс. н.э.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Образование государства Русь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Русь в конце X – начале XII 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Культурное пространство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Русь в середине XII – начале XIII 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Русские земли в середине XIII – XIV в</w:t>
            </w:r>
            <w:r w:rsidRPr="004851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Народы и государства степной зоны Восточной Европы и Сибири в XIII-XV вв.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_GoBack"/>
            <w:bookmarkEnd w:id="1"/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Культурное пространство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Формирование единого Русского государства в XV веке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Культурное пространство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Региональный компонент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7 класс</w:t>
            </w:r>
          </w:p>
        </w:tc>
        <w:tc>
          <w:tcPr>
            <w:tcW w:w="4397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ИСТОРИЯ НОВОГО ВРЕМЕНИ.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 От абсолютизма к парламентаризму. Первые буржуазные революции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Европа в конце ХV</w:t>
            </w:r>
            <w:r w:rsidRPr="00485151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начале XVII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Европы и Северной Америки в середине XVII—ХVIII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Востока в XVI—XVIII вв.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РОССИЯ В XVI – XVII ВЕКАХ: ОТ ВЕЛИКОГО КНЯЖЕСТВА К ЦАРСТВУ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Россия в XVI веке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Смута в России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Россия в XVII веке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Культурное пространство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Региональный компонент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8 класс</w:t>
            </w:r>
          </w:p>
        </w:tc>
        <w:tc>
          <w:tcPr>
            <w:tcW w:w="4397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ИСТОРИЯ НОВОГО ВРЕМЕНИ.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 xml:space="preserve">Эпоха Просвещения.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Эпоха промышленного переворота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Великая французская революция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РОССИЯ В КОНЦЕ XVII – XVIII ВЕКАХ: ОТ ЦАРСТВА К ИМПЕРИИ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Россия в эпоху преобразований Петра I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После Петра Великого: эпоха «дворцовых переворотов»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Россия в 1760-х – 1790- гг. Правление Екатерины II и Павла I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Культурное пространство Российской империи в XVIII 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Народы России в XVIII 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Россия при Павле I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Региональный компонент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F30B4D">
        <w:tc>
          <w:tcPr>
            <w:tcW w:w="1132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9 класс</w:t>
            </w:r>
          </w:p>
        </w:tc>
        <w:tc>
          <w:tcPr>
            <w:tcW w:w="4397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ИСТОРИЯ НОВОГО ВРЕМЕНИ. 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Мир к началу XX в. Новейшая история. </w:t>
            </w:r>
            <w:r w:rsidRPr="00485151">
              <w:rPr>
                <w:rFonts w:ascii="Times New Roman" w:hAnsi="Times New Roman"/>
                <w:b/>
                <w:i/>
                <w:sz w:val="20"/>
                <w:szCs w:val="20"/>
              </w:rPr>
              <w:t>Становление и расцвет индустриального общества. До начала Первой мировой войны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Европы и Северной Америки в первой половине ХIХ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Европы и Северной Америки во второй половине ХIХ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Экономическое и социально-политическое развитие стран Европы и США в конце ХIХ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Страны Азии в ХIХ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Война за независимость в Латинской Америке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Народы Африки в Новое время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Развитие культуры в XIX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Международные отношения в XIX в.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Мир в 1900—1914 гг.</w:t>
            </w:r>
          </w:p>
          <w:p w:rsidR="00355821" w:rsidRPr="00485151" w:rsidRDefault="00355821" w:rsidP="00F30B4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IV. РОССИЙСКАЯ ИМПЕРИЯ В XIX – НАЧАЛЕ XX ВВ.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Россия на пути к реформам (1801–1861)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Александровская эпоха: государственный либерализм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Отечественная война 1812 г.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Николаевское самодержавие: государственный консерватизм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Крепостнический социум. Деревня и город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Культурное пространство империи в первой половине XIX в.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Пространство империи: этнокультурный облик страны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Россия в эпоху реформ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Преобразования Александра II: социальная и правовая модернизация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«Народное самодержавие» Александра III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Пореформенный социум. Сельское хозяйство и промышленность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Культурное пространство империи во второй половине XIX в.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Этнокультурный облик империи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Формирование гражданского общества и основные направления общественных движений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Кризис империи в начале ХХ века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Первая российская революция 1905-1907 гг. Начало парламентаризма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Общество и власть после революции 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«Серебряный век» российской культуры</w:t>
            </w:r>
          </w:p>
          <w:p w:rsidR="00355821" w:rsidRPr="00485151" w:rsidRDefault="00355821" w:rsidP="00F30B4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Региональный компонент</w:t>
            </w:r>
          </w:p>
        </w:tc>
      </w:tr>
    </w:tbl>
    <w:p w:rsidR="00355821" w:rsidRPr="00950E14" w:rsidRDefault="00355821" w:rsidP="00C561E5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355821" w:rsidRDefault="00355821" w:rsidP="00C561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bookmarkStart w:id="2" w:name="bookmark14"/>
    </w:p>
    <w:p w:rsidR="00355821" w:rsidRPr="005770E4" w:rsidRDefault="00355821" w:rsidP="00C561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709"/>
        <w:gridCol w:w="708"/>
        <w:gridCol w:w="5954"/>
      </w:tblGrid>
      <w:tr w:rsidR="00355821" w:rsidRPr="00485151" w:rsidTr="005F521E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учебной деятельности (УУД)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Рабочая </w:t>
            </w:r>
            <w:r w:rsidRPr="005F52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программа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8859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Раздел 1. ИСТОРИЯ ДРЕВНЕГО МИРА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8859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Тема 1. Введение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Уметь определять особенности изучения прошлого, знать и давать характеристику основным периодам истории.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Знать основные исторические периоды, уметь характеризовать их содержание, умение работать с линией времени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Выработка умений работать с картой, атласом, электронным приложением.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605D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Первобытность.</w:t>
            </w:r>
          </w:p>
          <w:p w:rsidR="00355821" w:rsidRPr="005F521E" w:rsidRDefault="00355821" w:rsidP="008859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Комментировать и формулировать понятия: первобытные люди, орудия труда, собирательство.  Умение сравнивать, находить отличия человека от животного.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Исследовать на исторической карте и мультимедиаресурсах географию расселения первобытных людей, выделять признаки родовой общины. 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выявлять причинно-следственные связи. Работать с текстом учебника по заданиям учителя в малых группах.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выявлять причинно-следственные связи. Исследовать географию районов первичного земледелия на исторической карте. Охарактеризовать изменения в жизни людей с переходом к присваивающему хозяйству.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Сравнивать признаки родовой и соседской общины. Раскрывать смысл понятий: ремесло, соседская община, знать.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характерные признаки различных стадий развития человеческого общества.</w:t>
            </w:r>
          </w:p>
          <w:p w:rsidR="00355821" w:rsidRPr="005F521E" w:rsidRDefault="00355821" w:rsidP="00C126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Решать проблемные и развивающие задачи с использованием мультимедиаресурсов.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88597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Древний Восток</w:t>
            </w:r>
          </w:p>
          <w:p w:rsidR="00355821" w:rsidRPr="005F521E" w:rsidRDefault="00355821" w:rsidP="008859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Характеризовать природно-климатические условия Месопотамии, показывать их влияние на развитие цивилизации.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Работать с различными видами источников.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Анализировать письменный источник. Выделять ключевые слова. Объяснять, почему законы Хаммурапи были объявлены законами богов.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Характеризовать местоположение государства с помощью исторической карты и её легенды. Умение выявлять причинно-следственные связи.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Подготовить презентации по самостоятельно выбранной теме (совместно с родителями)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самостоятельно работать с источником (учебником) в малых группах по индивидуальным заданиям.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Устанавливать связь между пантеоном богов и занятиями древних египтян.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общее и особенное, работать с картой.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Умение выявлять причинно-следственные связи, давать характеристики историческим деятелям.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Умение выделять существенные признаки иудаизма.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Работать в малых группах по дифференцированным заданиям  на понимание и осмысление нового материала. Определять причины возвышения и падения Ассирийской державы.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Самостоятельно подготовить сообщения о достижениях ассирийцев в изобразительном искусстве, металлургии, военном деле. Находить аргументы крылатой фразе: «Рукописи не горят»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существенные черты империй Древнего Востока, называть особенности зороастризма как религиозной системы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Уметь показывать местоположение на карте городов-государств Древней Индии, характеризовать достижения индийской цивилизации, выделять основные положения индуизма.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Объяснять особенности религиозной системы буддизма, уметь давать определение кастам, показывать влияние кастового деления на жизнь общества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Выявлять особенности природных условий Древнего Китая, особенности политики императора Цинь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21E">
              <w:rPr>
                <w:rFonts w:ascii="Times New Roman" w:hAnsi="Times New Roman"/>
                <w:sz w:val="20"/>
                <w:szCs w:val="20"/>
              </w:rPr>
              <w:t>Шихуанди.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самостоятельно получать информацию о культуре Китая, умение раскрывать содержание конфуцианства и даосизма.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8859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4. Древняя Греция.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показывать местоположение греческих племен, характеризовать занятия жителей Древней Греции.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Объяснить религиозную систему Древней Греции, определять понятия «миф», «мифологический герой», рассказывать содержание основных мифов. Давать нравственную оценку поступкам греческих героев, сравнивать пантеон богов египтян и греков.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называть характерные черты минойской цивилизации, описывать известные исторические и художественные памятники Крита. Работать с заданиями рабочей тетради.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Сравнивать ахейскую цивилизацию с цивилизацией Крита.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Знать содержание поэм, уметь охарактеризовать образы главных героев и основные эпизоды произведений.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объяснить устройство полиса, сравнить положение основных групп граждан полиса.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выявлять причины греческой колонизации, выделять общее, 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то связывало греческие колонии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Называть особенности общественно-политического устройства афинского полиса, анализировать причины недовольства демоса.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находить особенности общественно-политического устройства Спарты, сравнивать с устройством афинского полиса.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Уметь характеризовать основные события греко-персидских войн, раскрывать их причины и цели.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Давать определение афинской демократии, выделять факторы, способствующих развитию демократии. Группировать информацию о демократических преобразованиях при Перикле.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Знать основные архитектурные принципы и элементы древнегреческих построек, уметь давать описание памятников древнегреческой культуры. Составлять план виртуальной экскурсии по Акрополю.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давать представление о новых областях знаний, сложившихся в Греции. Выполнять практическую работу с текстом.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Составлять развёрнутый план одной части параграфа, выделять ключевые слова, оценивать значение олимпийских игр для общества того времени. 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особенности повседневной жизни греков на основе индивидуальных сообщений.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Анализировать причины ослабления греческих полисов, характеризовать основные черты общественно-политического устройства Македонии.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характеризовать деятельность Александра Македонского, определять последствия его завоеваний.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характеризовать понятие эллинизма, выделять особенности политического устройства эллинистических государств.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8859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5. Древний Рим.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показывать на карте местоположение, характеризовать природные условия Италии, выделять культурные особенности в сравнении с Грецией.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Уметь рассказывать об основных событиях царского периода, характеризовать понятие «гражданин»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Сравнивать  устройства Римской республики с греческим полисом. Объяснять где население больше участвовало во власти.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Уметь выделять сущность «отеческих нравов», называть особенности римской религиозной системы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Знать основные события военных столкновений римлян, выявлять причины превращения Рима в господствующее государство.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связи, знать важнейшие события. Показывать по карте походы Ганнибала.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описывать устройство римской армии, определять роль колоний в римском обществе. Работать с картой в процессе изучения событий.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анализировать причины и следствия земельных реформ. Работать в малых группах систематизируя информацию.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Объяснять причины широкого распространения  рабства во всех сферах жизни римлян, описывать образ Спартака.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особенности гражданских войн, определять причины и следствия гражданских войн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Составлять рассказ используя понятия: наёмная армия, консул, верность воинов, диктатор, заговорщики, гибель. Анализировать деятельность Цезаря на основе различных источников.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 xml:space="preserve">Составлять кроссворд по одному из пунктов параграфа, выделять признаки императорской власти. 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Использовать различные средства и источники информации для подготовки сообщений о жизни Рима в период империи. Комментировать иллюстрации на страницах учебника, работать с картой.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Рассказывать об условиях появления христианского учения, объяснять причины его распространения, оценивать систему моральных норм христиан с позиции современников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Объяснять причины перемен во внутреннем положении империи. Умение характеризовать деятельность императора, раскрывать понятия «золотого века»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особенности повседневной жизни при выполнении творческого задания.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Умение выделять в тексте параграфа ключевые слова.</w:t>
            </w:r>
          </w:p>
          <w:p w:rsidR="00355821" w:rsidRPr="005F521E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Анализировать причины падения Западной Римской империи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521E">
              <w:rPr>
                <w:rFonts w:ascii="Times New Roman" w:hAnsi="Times New Roman"/>
                <w:b/>
                <w:sz w:val="20"/>
                <w:szCs w:val="20"/>
              </w:rPr>
              <w:t>Резервное время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5F521E" w:rsidRDefault="00355821" w:rsidP="00913BB5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521E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521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5F521E" w:rsidRDefault="00355821" w:rsidP="003266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5821" w:rsidRDefault="00355821" w:rsidP="003266A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5770E4" w:rsidRDefault="00355821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709"/>
        <w:gridCol w:w="708"/>
        <w:gridCol w:w="5954"/>
      </w:tblGrid>
      <w:tr w:rsidR="00355821" w:rsidRPr="00485151" w:rsidTr="005F521E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учебной деятельности (УУД)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Рабочая </w:t>
            </w:r>
            <w:r w:rsidRPr="00BC335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программа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3429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Раздел 1. ИСТОРИЯ СРЕДНИХ ВЕКОВ. 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 </w:t>
            </w:r>
          </w:p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3429B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Раннее Средневековье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Выработка умений работать с картой, атласом, электронным приложением.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Рассказывать об общественном строе германских народов в раннее Средневековье. Сравнивать Остготское и Франкское королевства с опорой на текст и карту, определять общее и различия в деятельности Теодориха и Хлодвига. Анализировать схему управления Франкским государством.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Комментировать и формулировать понятия: государство.  Разъяснять причины и значение распространения христианства в Европе в раннее Средневековье. Рассказывать об общественном строе германских народов в раннее Средневековье. Сравнивать Остготское и Франкское королевства с опорой на текст и карту.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Показывать на карте территорию Византийской империи, называть соседствовавшие с ней народы и государства. Сравнивать данные разных картографических источников о территории империи, выявлять их сходство и различия. Характеризовать внешнюю политику Византии, её отношения с соседями. Формулировать и обосновывать вывод о месте Византии в мире раннего Средневековья. Проводить поиск информации о византийской дипломатии в источнике. Составлять исторический портрет (характеристику) императора Юстиниана. Составлять описание исторических памятников Византии на основе текста и иллюстраций. Называть характерные, существенные признаки типов христианских храмов. Описывать художественные техники — мозаику, фреску, икону. Выделять основные этапы в развитии византийской архитектуры. Характеризовать влияния византийской науки и искусства на многие страны, прежде всего православного мира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Рассказывать о занятиях и образе жизни арабских племён. Характеризовать основы мусульманского вероучения, правила и традиции ислама. Анализировать и синтезировать текст об Аравии, самостоятельно достраивая недостающие компоненты. Сопоставлять религиозные системы (мусульманство, иудаизм, христианство, язычество) по выделяемым параметрам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Показывать на карте территории, населённые и завоёванные арабами в период раннего Средневековья. Устанавливать последовательность и длительность арабских завоеваний и стадии существования Халифата. Излагать суждения о причинах и следствиях арабских завоеваний. Характеризовать достижения арабской культуры и её вклад в развитие мировой культуры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Зрелое Средневековье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Составлять характеристику Карла Великого, используя информацию учебника и дополнительные материалы, высказывать суждения о том, почему его назвали Великим. Проводить поиск информации об образовании Франкской империи в источнике. Называть причины помощи франкских королей папе римскому в образовании Папского государства. Сравнивать данные разных картографических источников о создании и распаде Франкской империи, выявлять их сходство и различия. Соотносить единичный исторический факт Верденского раздела и общие явления начала феодальной раздробленности в Европе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рыцарство как важнейший элемент европейского средневекового общества. Описывать вооружение рыцаря, основные возрастные этапы рыцарской жизни, мир турниров и гербов. Выделять основные признаки этического кодекса рыцаря. Проводить поиск и анализ информации о вооружении рыцарей в иллюстративном источнике. Систематизировать информацию о замках на основе различных источников, готовить презентацию (сообщение)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место крестьянства в средневековом европейском обществе. Описывать виды крестьянской зависимости и круг обязанностей крестьян по отношению к сеньорам. Систематизировать информацию о крестьянских повинностях, представлять результаты в виде схемы. Выделять основные черты крестьянской культуры. Раскрывать смысл понятия натурального хозяйства, излагать суждения о причинах его господства в средневековой Европе. Проводить поиск и анализ информации о крестьянском труде в иллюстративном источнике. Анализировать и синтезировать текст о положении крестьян, самостоятельно достраивая недостающие компоненты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Излагать суждения о причинах возникновения и роста городов Западной Европы в Х-Х1 вв., их борьбы с сеньорами. Описывать внешний вид типичного средневекового города, состав городского общества. Характеризовать устройство городских республик,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функционирование</w:t>
            </w:r>
            <w:r w:rsidRPr="00BC3350">
              <w:rPr>
                <w:rFonts w:ascii="Times New Roman" w:hAnsi="Times New Roman"/>
                <w:sz w:val="20"/>
                <w:szCs w:val="20"/>
              </w:rPr>
              <w:tab/>
              <w:t>городского управления. Раскрывать значение торговли и городского финансового дела в развитии средневековой Европы. Обосновывать отличия горожан от представителей иных средневековых сословий. Проводить поиск информации о городском ремесле в источнике. Сопоставлять и анализировать картографические источники — планы средневековых городов. Выявлять мотивы поступков исторических лиц на примере конфликта в городском обществе, излагать суждения в процессе коммуникации с одноклассниками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систему сословной организации средневекового общества, взаимозависимости сословий. Выделять факторы, способствовавшие распространению крестьянской зависимости от сеньоров. Раскрывать смысл, значение понятия феодализма, разъяснять суть спора историков о широте применения этого понятия. Проводить поиск и анализ информации о взаимоотношениях сеньоров и вассалов в источниках разных типов (текстовом, иллюстративном)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католическую церковь как самую влиятельную силу в Западной Европе в Х1-ХШ вв. Обосновывать необходимость и сущность клюнийской реформы, высказывать суждения о её воздействии на претензии Григория VIIна папскую теократию. Выявлять причины и определять последствия разделения церквей. Описывать взгляды еретиков и историю их противостояния папской власти. Приводить оценки Иннокентия III, изложенные в учебной литературе. Объяснять влияние нищенствующих орденов на укрепление авторитета и власти церкви. Проводить поиск и анализ информации о борьбе церковной и светской власти в нескольких источниках (текстовых, изобразительных)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Устанавливать последовательность и длительность Крестовых походов. Описывать наиболее известные события и организаторов первых четырёх походов. Высказывать суждения о причинах упадка движения крестоносцев, сущности и последствиях Крестовых походов. Определять и объяснять (аргументировать) своё отношение к Крестовым походам. Проводить поиск информации о причинах Крестовых походов в источнике. Анализировать историческую карту государств крестоносцев с опорой на легенду. Группировать (классифицировать) факты о Крестовых походах по различным признакам, составлять сравнительную таблицу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причины и движущие силы процесса объединения страны и усиления королевской власти в Англии и Франции. Описывать историю борьбы за территорию и власть между правителями Англии и Франции. Высказывать суждения о причинах возникновения в обеих странах органов сословного представительства, сопоставлять их структуру и функции. Формулировать и обосновывать оценку Великой хартии вольностей как фундамента английской свободы и демократии. Группировать (классифицировать) факты о парламенте и Генеральных штатах по различным признакам, составлять сравнительную таблицу Проводить поиск информации о битвах Столетней войны в иллюстративных источниках. Сравнивать данные разных картографических источников о территориальных изменениях в ходе войны, выявлять их сходство и различия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причины, ход и последствия эпидемии чумы, описывать её влияние на ухудшение положения евреев и мусульман в европейских странах. Объяснять причины начала процесса освобождения крестьян от личной зависимости и его трудности. Описывать ход крестьянских войн на территории Франции и Англии. Группировать (классифицировать) факты о крестьянских восстаниях по различным признакам, составлять сравнительную таблицу. Проводить поиск информации о восстании УотаТайлера в источнике. Раскрывать последствия крупнейших крестьянских войн средневековой Европы и их значение для истории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Показывать на карте территорию Византийской империи, называть соседствовавшие с ней народы и государства. Сравнивать данные разных картографических источников о территории империи, выявлять их сходство и различия. Характеризовать внешнюю политику Византии, её отношения с соседями. Формулировать и обосновывать вывод о месте Византии в мире раннего Средневековья. Проводить поиск информации о византийской дипломатии в источнике. Составлять исторический портрет (характеристику) императора Юстиниана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Излагать суждения о причинах востребованности научных знаний и потребности в образованных людях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в период расцвета Средневековья. Описывать систему преподавания и устройство средневековых университетов, определять их место в европейском обществе. Составлять план текста «Университеты». Раскрывать смысл, значение понятия схоластики, основных черт средневековой философии. Характеризовать деятельность Фомы Аквинского и Роджера Бэкона, выявлять различие их методов познания Описывать наиболее известные романские и готические художественные памятники. Сопоставлять особенности романской и готической архитектуры.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Излагать суждения в процессе коммуникации с одноклассниками об эмоциональном впечатлении, производимом готическим искусством, анализировать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художественные приёмы и средства создания такого воздействия на зрителей.</w:t>
            </w:r>
          </w:p>
          <w:p w:rsidR="00355821" w:rsidRPr="00BC3350" w:rsidRDefault="00355821" w:rsidP="002A67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Рассказывать о мастерах — создателях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соборов Средневековья. Характеризовать перемены в культуре Западной Европы в Х1У-ХУ вв., объяснять их связь с новыми явлениями в жизни общества. Описывать историю изобретения книгопечатания Гутенбергом, обосновывать его значение для мировой культуры. Раскрывать значение понятий « Возрождение », « гуманизм », выделять их характерные черты. Сопоставлять особенности средневекового искусства и искусства Возрождения на основе сравнительного анализа иллюстраций. Проводить поиск и анализ информации об искусстве Возрождения в нескольких источниках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Страны Востока в Средние века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Выделять характерные черты Балканских государств и их экономическое и политическое состояние к XIV в. Излагать суждения о причинах малой эффективности помощи западноевропейских государств и римской церкви государствам Балкан, последствиях принятия церковной унии. Формулировать и обосновывать выводы об историческом значении падения Константинополя и его последствиях. Проводить поиск информации о сражениях с турками в источнике. Анализировать историческую карту захвата Балкан и Византии турками-османами с опорой на легенду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Описывать образ жизни монгольских племён. Сравнивать данные разных источников (текстовых,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изобразительных) о монгольской армии, выявлять их сходство и различия. Высказывать суждения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о причинах быстрых успехов монгольского войска по завоеванию государств Средней Азии, Китая,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Арабского халифата, русских княжеств. Характеризовать действия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Чингисхана по созданию мощной империи, выделять и анализировать факторы, способствовавшие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её распаду. Сопоставлять данные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разных картографических источников о владениях монголов, выявлять их сходство и различия.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Группировать</w:t>
            </w:r>
            <w:r w:rsidRPr="00BC3350">
              <w:rPr>
                <w:rFonts w:ascii="Times New Roman" w:hAnsi="Times New Roman"/>
                <w:sz w:val="20"/>
                <w:szCs w:val="20"/>
              </w:rPr>
              <w:tab/>
              <w:t>(классифицировать) факты об истории монголов по различным признакам, составлять сравнительную таблицу. Проводить поиск информации о монгольской армии в нескольких источниках (текстовых, изобразительных)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Описывать достижения средневекового Китая в науке, литературе и искусстве, изобретения и открытия китайцев. Выделять характерные черты китайской архитектуры, живописи, декоративно-прикладного искусства. Высказывать суждения о степени воздействия культуры средневекового Китая на сопредельные страны. Проводить поиск информации об особенностях искусства Китая в нескольких источниках (текстовых, изобразительных)</w:t>
            </w:r>
          </w:p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особенности географического положения и природных условий Японии, определивших своеобразие её истории и культуры. Выделять характерные черты государственного устройства средневековой Японии, положение императорской власти и системы сёгуната. Описывать признаки сословия самураев, сопоставлять его со средневековым европейским рыцарством. Проводить исследование: сопоставлять особенности государственного управления в Китае и Японии по предложенному алгоритму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4. Государства доколумбовой Америки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1D57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Характеризовать общие черты циви</w:t>
            </w: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  <w:t xml:space="preserve">лизаций Мезоамерики. Высказывать </w:t>
            </w:r>
            <w:r w:rsidRPr="0048515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суждения об историческом свое</w:t>
            </w:r>
            <w:r w:rsidRPr="0048515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softHyphen/>
            </w:r>
            <w:r w:rsidRPr="00485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образии доколумбовых цивилизаций </w:t>
            </w:r>
            <w:r w:rsidRPr="0048515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Америки и факторах, способствовав</w:t>
            </w:r>
            <w:r w:rsidRPr="0048515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softHyphen/>
            </w:r>
            <w:r w:rsidRPr="00485151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ших появлению этого своеобразия. </w:t>
            </w:r>
            <w:r w:rsidRPr="0048515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Описывать наиболее яркие примеры </w:t>
            </w:r>
            <w:r w:rsidRPr="0048515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изобретений, открытий и достиже</w:t>
            </w:r>
            <w:r w:rsidRPr="0048515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ний жителей доколумбовой Америки </w:t>
            </w:r>
            <w:r w:rsidRPr="00485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науке и культуре. Группировать </w:t>
            </w:r>
            <w:r w:rsidRPr="00485151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 xml:space="preserve">(классифицировать) факты омайя, </w:t>
            </w: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инках, ацтеках по различным при</w:t>
            </w: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485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знакам, составлять сравнительную </w:t>
            </w: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таблицу. Анализировать историче</w:t>
            </w:r>
            <w:r w:rsidRPr="0048515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softHyphen/>
            </w:r>
            <w:r w:rsidRPr="0048515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скую карту Америки с опорой на </w:t>
            </w:r>
            <w:r w:rsidRPr="00485151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легенду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ОТ ДРЕВНЕЙ РУСИ К РОССИЙСКОМУ ГОСУДАРСТВУ.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VIII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–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Введение.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CF1F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Уметь определять особенности изучения прошлого, знать и давать характеристику основным периодам истории России, уметь работать с лентой времени.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Народы и государства на территории нашей страны в древности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3429B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color w:val="000000"/>
                <w:sz w:val="20"/>
                <w:szCs w:val="20"/>
              </w:rPr>
              <w:t>Показывать на карте места расселения человека на территории России. Работать с заданиями рабочей тетради.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Восточная Европа в середине I тыс. н.э.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Иметь представление о происхождении  и расселении восточных славян, их занятиях, верованиях и системе управления, продолжать формировать умение работать с исторической картой.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Иметь представление о соседях восточных славян, уметь сравнивать занятия и образ жизни восточных славян и их соседей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Образование государства Русь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 xml:space="preserve">Выявлять предпосылки и причины складывания государства у восточных славян, анализировать и выделять общее 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Иметь представление о деятельности первых киевских князей (Олега, Игоря, Ольги). Выявлять особенности их внутренней и внешней политики. Делать выводы о значении их политики для истории Руси.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 xml:space="preserve">Сравнивать основные принципы мировых религий. Доказывать, что принятие христианства на Руси было единственно верным решением из возможной альтернативы других религий. 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социально-экономический и политический строй Древней Руси, выявлять его особенности.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4. Русь в конце X – начале XII 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личность Ярослава Мудрого, его внутреннюю и внешнюю политику, выявлять основные категории населения русского общества.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5. Культурное пространство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Давать описание памятников древней культуры. Составлять план виртуальной экскурсии по Древней Руси. Выделять особенности повседневной жизни славян на основе индивидуальных сообщений.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Анализировать особенности русской культуры и сравнивать её с европейской.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6. Русь в середине XII – начале XIII в. 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Анализировать причины и выявлять последствия распада Древнерусского государства.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Анализировать и выявлять особенности Северо-Восточной Руси, Владимиро-Суздальского княжества, Новгородской земли, Галицко-Волынского княжества. Составлять сравнительную таблицу.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7. Русские земли в середине XIII – XIV в</w:t>
            </w:r>
            <w:r w:rsidRPr="0048515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Умение показывать на карте пути Батыева нашествия на Русь, раскрыть причины поражения Руси от монголов.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Определять последствия ордынского владычества на Руси. Проявлять чувство гордости за подвиги Александра невского и его дружины.</w:t>
            </w:r>
          </w:p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 xml:space="preserve">Рассказывать об особенностях русской культуры периода политической раздробленности, исследовать выдающиеся достижения русской культуры XII-XIII вв., подготовить презентацию своих проектов. </w:t>
            </w:r>
          </w:p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Выявить причины возвышения Москвы</w:t>
            </w:r>
          </w:p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Проанализировать роль Московских князей в победе над ордынцами. Комментировать иллюстрации на страницах учебника, работать с картой.</w:t>
            </w:r>
          </w:p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Доказать великое значение Куликовской битвы в истории России, проявлять чувство патриотизма и любви к своей героической Родине.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8. Народы и государства степной зоны Восточной Европы и Сибири в XIII-XV вв. 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Анализировать процесс складывания отношений между Золотой Ордой и русскими княжествами, определять последствия Ордынского владычества, иметь представление об организации ордынской власти на Руси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Характеризовать взаимоотношения Руси с её ближайшими соседями. Работать с картой в процессе изучения событий.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F521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9. Культурное пространство </w:t>
            </w:r>
          </w:p>
          <w:p w:rsidR="00355821" w:rsidRPr="00BC3350" w:rsidRDefault="00355821" w:rsidP="005F521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Рассказывать о формировании и характере Литовско-Русского государства, уметь показывать на карте его границы</w:t>
            </w:r>
          </w:p>
          <w:p w:rsidR="00355821" w:rsidRPr="00BC3350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Составлять кроссворд по одному из пунктов параграфа, представлять свои проекты. Комментировать иллюстрации на страницах учебника, работать с картой.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10. Формирование единого Русского государства в XV веке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Рассказывать о формировании и характере Русского государства, уметь показывать на карте его границы</w:t>
            </w:r>
          </w:p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Умение анализировать последствия ордынского ига в 1480 г. Испытывать чувство гордости за свою страну.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3429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11. Культурное пространство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D61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Составлять кроссворд по одному из пунктов параграфа, представлять свои проекты. Комментировать иллюстрации на страницах учебника, работать с картой.</w:t>
            </w:r>
          </w:p>
        </w:tc>
      </w:tr>
      <w:tr w:rsidR="00355821" w:rsidRPr="00485151" w:rsidTr="005F521E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BC3350" w:rsidRDefault="00355821" w:rsidP="00913BB5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C3350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BC335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5821" w:rsidRDefault="00355821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5770E4" w:rsidRDefault="00355821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652"/>
        <w:gridCol w:w="709"/>
        <w:gridCol w:w="708"/>
        <w:gridCol w:w="6287"/>
      </w:tblGrid>
      <w:tr w:rsidR="00355821" w:rsidRPr="00485151" w:rsidTr="00796E40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6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>Разделы, темы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учебной деятельности (УУД)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>Примерная программа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Рабочая </w:t>
            </w:r>
            <w:r w:rsidRPr="00796E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программа 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Раздел 1. ИСТОРИЯ НОВОГО ВРЕМЕНИ.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Введение.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Уметь определять особенности изучения прошлого, знать и давать характеристику источникам, рассказывающим о Новом времени, в том числе памятникам этой эпохи, сохранившиеся в современном мире.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Европа в конце ХV</w:t>
            </w:r>
            <w:r w:rsidRPr="00485151">
              <w:rPr>
                <w:rFonts w:ascii="Times New Roman" w:hAnsi="Times New Roman"/>
                <w:sz w:val="20"/>
                <w:szCs w:val="20"/>
              </w:rPr>
              <w:t xml:space="preserve">— </w:t>
            </w: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начале XVII 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Выработка умений работать с картой, показывать на ней маршруты мореплавателей, открывших Новый Свет, и колониальные владения европейцев в Америке, Азии, Африки.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Раскрывать экономические и социальные последствия Великих географических открытий для Европы и стран Нового Света. Раскрывать значение понятий мануфактура, «новое дворянство», расслоение крестьянства, капитализм. Объяснять предпосылки формирования и сущность капиталистического производства. Характеризовать важнейшие изменения в социальной структуре европейского общества в раннее Новое время. Рассказывать, используя карту, о процессах формирования централизованных государств в Европе. Объяснять, что способствовало образованию централизованных государств в Европе в раннее Новое время Раскрыть значение понятий Реформация, протестантизм, лютеранство, кальвинизм, контрреформация. Рассказывать о крупнейших деятелях европейской Реформации.  Характеризовать основные положения протестантских учений, объяснять, что они меняли в сознании и жизни людей. Излагать основные события и итоги религиозных войн XVI-XVII вв. Давать оценку сущности и последствиям религиозных конфликтов, высказывать и аргументировать свое отношение к ним. Характеризовать значение Нидерландской революции для истории страны и европейской истории.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Объяснять причины военных конфликтов между европейскими державами в раннее Новое время.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Страны Европы и Северной Америки в середине XVII—ХVIII 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 xml:space="preserve">Систематизировать материал по истории Английской революции XVII в. (в форме периодизации, таблиц и др.). Характеризовать позиции участников революции, выявляя их различие на отдельных этапах борьбы. Составлять характеристики известных участников событий, высказывая и обосновывая свои оценки. Высказывать суждение о значении Английской революции XVII в. Для британской и европейской истории.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6E40">
              <w:rPr>
                <w:rFonts w:ascii="Times New Roman" w:hAnsi="Times New Roman"/>
                <w:sz w:val="20"/>
                <w:szCs w:val="20"/>
              </w:rPr>
              <w:t>Называть важнейшие научные открытия и технические изобретения XVI-XVIII вв., объяснять, в чем заключалось их значение для того времени и для последующего развития.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Давать характеристики личности и творчества представителей Высокого Возрождения. Характеризовать художественные стили европейского искусства XVI-XVIII вв., приводить примеры относящихся к ним архитектурных сооружений, произведений изобразительного искусства, музыки и литературы. Представлять описание памятников культуры рассматриваемого периода, высказывая суждения об их художественных особенностях.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 xml:space="preserve">Систематизировать факты, относящиеся к международным отношениям XVII-XVIII вв. (в форме таблиц, тезисов). 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Объяснять какие интересы лежали в основе конфликтов и войн XVII-XVIII вв. Высказывать оценочные суждения о характере и последствиях войн (с использованием свидетельств исторических источников).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Страны Востока в XVI—XVIII вв.</w:t>
            </w:r>
          </w:p>
          <w:p w:rsidR="00355821" w:rsidRPr="00796E40" w:rsidRDefault="00355821" w:rsidP="00796E4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Показывать на карте территорию Османской империи. Высказывать оценочные суждения причин упадка Османской империи. Раскрывать основные черты социальной, экономической и политической жизни Индии. Сопоставлять жизнь индусов до проникновения англичан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после британских завоеваний. </w:t>
            </w:r>
            <w:r w:rsidRPr="00796E40">
              <w:rPr>
                <w:rFonts w:ascii="Times New Roman" w:hAnsi="Times New Roman"/>
                <w:sz w:val="20"/>
                <w:szCs w:val="20"/>
              </w:rPr>
              <w:t>Рассказывать о Китае после освобождения от монголов. Объяснять какое значение имела Крестьянская война. Характеризовать отношения в Китае между маньчжурами и китайцами. Рассказывать о «закрытии» Китая от Европы.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РОССИЯ В XVI – XVII ВЕКАХ: ОТ ВЕЛИКОГО КНЯЖЕСТВА К ЦАРСТВУ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Россия в XVI-</w:t>
            </w:r>
            <w:r w:rsidRPr="0048515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XVII</w:t>
            </w: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 вв.: от великого княжения к царству Россия в </w:t>
            </w:r>
            <w:r w:rsidRPr="00485151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XVI</w:t>
            </w: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 веке.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E132E7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нализировать последствия ордынского ига в 1480 г. Испытывать чувство гордости за свою страну.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Выявлять роль православной церкви в жизни Русского государства и общества.</w:t>
            </w:r>
          </w:p>
          <w:p w:rsidR="00355821" w:rsidRPr="00E132E7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2E7">
              <w:rPr>
                <w:rFonts w:ascii="Times New Roman" w:hAnsi="Times New Roman"/>
                <w:sz w:val="20"/>
                <w:szCs w:val="20"/>
              </w:rPr>
              <w:t>Использовать различные средства и источники информации для подготовки сообщений о жизни Ивана Грозного,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доказать, что прозвище ему было дано современниками не случайно. Комментировать иллюстрации на страницах учебника, работать с картой.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аскрывать сущность основных реформ Избранной рады.</w:t>
            </w:r>
          </w:p>
          <w:p w:rsidR="00355821" w:rsidRPr="00796E40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ыделять основные направления внешней политики Ивана VI. Комментировать иллюстрации на страниц</w:t>
            </w:r>
            <w:r>
              <w:rPr>
                <w:rFonts w:ascii="Times New Roman" w:hAnsi="Times New Roman"/>
                <w:sz w:val="20"/>
                <w:szCs w:val="20"/>
              </w:rPr>
              <w:t>ах учебника, работать с картой. В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ыделять в тексте параграфа ключевые слова.</w:t>
            </w:r>
            <w:r w:rsidRPr="00485151"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ыявлять причины, сущность и последствия опричнины. Составить кроссворд.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 Смута в России 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Объяснять смысл понятий Смута, самозванец, интервенция. Показывать на исторической карте направления походов Лжедмитрия. Систематизировать исторический материал в хронологической таблице «Смутное время в России». Характеризовать последствия Смуты для Российского государства.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3. Россия в XVII веке </w:t>
            </w:r>
          </w:p>
          <w:p w:rsidR="00355821" w:rsidRPr="00796E40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Default="00355821" w:rsidP="00BC3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Составлять таблицу «Основные сословия в России XVII в.» и использовать ее для характеристики изменений в социальной структуре общества.</w:t>
            </w:r>
          </w:p>
          <w:p w:rsidR="00355821" w:rsidRDefault="00355821" w:rsidP="00BC3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Использовать информацию исторических карт при рассмотрении экономического развития России в XVII в. Объяснять значение понятий мелкотоварное производство, мануфактура, крепостное право.</w:t>
            </w:r>
          </w:p>
          <w:p w:rsidR="00355821" w:rsidRDefault="00355821" w:rsidP="00BC3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территории и характеризовать масштабы движений. Раскрывать причины народных движений в России XVII в. Систематизировать исторический материал в форме таблицы «Народные движения в России XVII в.».</w:t>
            </w:r>
          </w:p>
          <w:p w:rsidR="00355821" w:rsidRPr="00796E40" w:rsidRDefault="00355821" w:rsidP="00BC3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3350">
              <w:rPr>
                <w:rFonts w:ascii="Times New Roman" w:hAnsi="Times New Roman"/>
                <w:sz w:val="20"/>
                <w:szCs w:val="20"/>
              </w:rPr>
              <w:t>Показывать на карте территорию России и области, присоединенные к ней в XVII в.; ход войн и направления военных походов. Объяснять, в чем заключались цели и результаты внешней политики России в XVII в.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96E4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4. Культурное пространство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Систематизировать, анализировать культуру России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XVII</w:t>
            </w:r>
            <w:r w:rsidRPr="00E132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вв.</w:t>
            </w:r>
          </w:p>
          <w:p w:rsidR="00355821" w:rsidRPr="00E132E7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Сравнивать культуру России и Европы.</w:t>
            </w:r>
          </w:p>
          <w:p w:rsidR="00355821" w:rsidRPr="00E132E7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2E7">
              <w:rPr>
                <w:rFonts w:ascii="Times New Roman" w:hAnsi="Times New Roman"/>
                <w:sz w:val="20"/>
                <w:szCs w:val="20"/>
              </w:rPr>
              <w:t>Выделять особенности истории и культуры Московской Руси.</w:t>
            </w:r>
          </w:p>
          <w:p w:rsidR="00355821" w:rsidRPr="00796E40" w:rsidRDefault="00355821" w:rsidP="00E132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32E7">
              <w:rPr>
                <w:rFonts w:ascii="Times New Roman" w:hAnsi="Times New Roman"/>
                <w:sz w:val="20"/>
                <w:szCs w:val="20"/>
              </w:rPr>
              <w:t>Разработать проект по теме.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5821" w:rsidRPr="00485151" w:rsidTr="00796E4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96E40" w:rsidRDefault="00355821" w:rsidP="00913BB5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96E40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6E4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96E40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5821" w:rsidRDefault="00355821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5770E4" w:rsidRDefault="00355821" w:rsidP="007605DC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Pr="005770E4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701"/>
        <w:gridCol w:w="709"/>
        <w:gridCol w:w="709"/>
        <w:gridCol w:w="6237"/>
      </w:tblGrid>
      <w:tr w:rsidR="00355821" w:rsidRPr="00485151" w:rsidTr="00BC3350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>Разделы, темы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учебной деятельности (УУД)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>Примерная программа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Рабочая </w:t>
            </w:r>
            <w:r w:rsidRPr="00787E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программа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Раздел 1. ИСТОРИЯ НОВОГО ВРЕМЕНИ.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XVIII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92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 xml:space="preserve">Тема 1. Эпоха Просвещения.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Характеризовать предпосылки Просвещения в европейских странах. Раскрывать значение понятий Просвещение, энциклопедисты, права человека, просвещенный абсолютизм. Объяснять в чем заключались основные идеи просветителей и их общественное значение (используя тексты исторических источников). Составлять характеристики деятелей Просвещения.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92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Тема 2. Эпоха промышленного переворота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Раскрывать значение понятий промышленный переворот, фабрика, буржуазия, рабочие, абсолютизм, меркантилизм, протекционизм. Характеризовать положение различных социальных групп в европейском обществе XVII-XVIII вв., прослеживать, как оно изменялось на протяжении данного периода. Объяснять, как строились отношения монархов, имевших абсолютную власть, и их подданных.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92C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sz w:val="20"/>
                <w:szCs w:val="20"/>
              </w:rPr>
              <w:t>Тема 3. Великая французская революция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Характеризовать причины и предпосылки Французской революции. Систематизировать материал о событиях и участниках Французской революции (в форме таблицы). Раскрывать значение понятий и терминов Учредительное собрание, Конвент, жирондисты, якобинцы, санкюлот, «Марсельеза», террор, гильотина. Характеризовать основные течения в лагере революции, политические позиции их участников. Излагать главные идеи «Декларации прав человека и гражданина» и объяснять, в чем заключалось их значение для того времени и для последующей истории. Составлять характеристики деятелей революции, высказывать и аргументировать суждения об их роли в революции.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E104F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РОССИЯ В КОНЦЕ XVII – XVIII ВЕКАХ: ОТ ЦАРСТВА К ИМПЕРИИ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Россия в эпоху преобразований Петра 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Характеризовать важнейшие преобразования Петра I и систематизировать материал в форме таблицы «Петровские преобразования».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Объяснять смысл понятий и терминов протекционизм, меркантилизм, приписные и посессионные крестьяне.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районы народных движений. Характеризовать причины, участников и итоги восстаний.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Объяснять причины Северной войны. Рассказывать об основных событиях и итогах Северной войны, используя историческую карту. Объяснять цели Прутского и Каспийского походов. Давать оценку внешнеполитической деятельности Петра I.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Характеризовать основные преобразования в области культуры и быта. Составлять описание нравов и быта Петровской эпохи с использованием информации из исторических источников. Участвовать в подготовке и проведении игры-путешествия «Петровский Петербург».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Составлять характеристику Петра I. Приводить и обосновывать оценку итогов реформаторской деятельности Петра I. Участвовать в дискуссии о значении деятельности Петра I для российской истории.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После Петра Великого: эпоха «дворцовых переворотов»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Называть события, определяемые историками как дворцовые перевороты, их даты и участников. Систематизировать материал о дворцовых переворотах в форме таблицы. Объяснять причины и последствия дворцовых переворотов.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Характеризовать внутреннюю и внешнюю политику преемников Петра I. Составлять исторический портрет Анны Иоанновны, Елизаветы Петровны. Рассказывать об участии России в Семилетней войне, важнейших сражениях и итогах войны.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Россия в 1760-х – 1790- гг. Правление Екатерины II и Павла 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Раскрывать сущность понятия просвещенный абсолютизм (с привлечением знаний из всеобщей истории). Рассказывать об основных мероприятиях и особенностях политики просвещенного абсолютизма в России. Представлять характеристику (исторический портрет) Екатерины II и ее деятельности.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Рассказывать об экономическом развитии России, используя исторические карты как источник информации. Сопоставлять экономическое развитие страны, социальную политику при Петре I и Екатерине II.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и ход восстания под предводительством Е. Пугачева. Раскрывать причины восстания и его значение. Давать характеристику личности Е. Пугачева, привлекая, наряду с материалами учебника, дополнительные источники информации.</w:t>
            </w:r>
          </w:p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Анализировать отрывки из жалованных грамот дворянству и городам для оценки прав и привилегий дворянства и высших слоев городского населения. Рассказывать о положении отдельных сословий российского общества.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4. Культурное пространство Российской империи в XVIII 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264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 xml:space="preserve">Характеризовать основные преобразования в области культуры и быта. Составлять описание нравов и быта Петровской эпохи с использованием информации из исторических источников. Участвовать в подготовке и проведении игры-путешествия «Петровский Петербург». </w:t>
            </w:r>
          </w:p>
          <w:p w:rsidR="00355821" w:rsidRPr="00787EBF" w:rsidRDefault="00355821" w:rsidP="007045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Составлять описание отдельных памятников культуры XVIII в. На основе иллюстраций учебника, а также непосредственного наблюдения. Систематизировать материал о достижениях культуры в форме таблицы. Характеризовать вклад народов России в мировую культуру XVIII в.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5. Народы России в XVIII 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народов окраин империи.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6. Россия при Павле I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Раскрывать цели, задачи и итоги внешней политики России во второй половине XVIII в. Показывать на карте территории, вошедшие в состав Российской империи в последней трети XVIII в., места сражений Русско-турецких войнах.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787EBF" w:rsidRDefault="00355821" w:rsidP="00913BB5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87EBF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EBF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787EBF" w:rsidRDefault="00355821" w:rsidP="00E104F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5821" w:rsidRDefault="00355821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5770E4" w:rsidRDefault="00355821" w:rsidP="00CF0C1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5770E4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701"/>
        <w:gridCol w:w="709"/>
        <w:gridCol w:w="709"/>
        <w:gridCol w:w="6237"/>
      </w:tblGrid>
      <w:tr w:rsidR="00355821" w:rsidRPr="00485151" w:rsidTr="00BC3350">
        <w:trPr>
          <w:trHeight w:val="346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>Разделы, темы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>Основные виды учебной деятельности (УУД)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>Примерная программа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  <w:t xml:space="preserve">Рабочая </w:t>
            </w:r>
            <w:r w:rsidRPr="0097287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программа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2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C1A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Раздел 1. ИСТОРИЯ НОВОГО ВРЕМЕНИ. </w:t>
            </w:r>
            <w:r w:rsidRPr="00485151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 в. </w:t>
            </w:r>
          </w:p>
          <w:p w:rsidR="00355821" w:rsidRPr="00485151" w:rsidRDefault="00355821" w:rsidP="00A533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sz w:val="20"/>
                <w:szCs w:val="20"/>
              </w:rPr>
              <w:t xml:space="preserve">Мир к началу XX в. Новейшая история.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C1AF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787EB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 Страны Европы и Северной Америки в первой половине ХIХ в.</w:t>
            </w:r>
          </w:p>
          <w:p w:rsidR="00355821" w:rsidRPr="00972871" w:rsidRDefault="00355821" w:rsidP="00C866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кодекс Наполеона, Наполеоновские войны, Священный союз</w:t>
            </w:r>
          </w:p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 xml:space="preserve">Характеризовать внутреннюю политику императора Наполеона </w:t>
            </w:r>
            <w:r w:rsidRPr="00972871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972871">
              <w:rPr>
                <w:rFonts w:ascii="Times New Roman" w:hAnsi="Times New Roman"/>
                <w:sz w:val="20"/>
                <w:szCs w:val="20"/>
              </w:rPr>
              <w:t>, дать оценку проведённым им преобразованиям</w:t>
            </w:r>
          </w:p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Представлять обзорную характеристику военным компаниям Наполеона Бонапарта (с использованием исторической карты), включая поход его армии в Россию (привлекая материал из курса отечественной истории)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исторический  портрет Наполеона  Бонапарта  (с оценкой его роли в истории Франции и Европы).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значение  понятий фабричное производство, индустриализация,  пролетариат,  консерватизм,  либерализм, социалисты-утописты,  радикализм,  профсоюзы.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сущность, экономические и социальные последствия промышленного переворота.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 причины  распространения  социалистических идей, возникновения рабочего движения.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чартизм, избирательное  право,  конституционная  монархия,  национальный  вопрос.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идейные позиции консервативного, либерального, социалистического течений в Европе первой половины XIX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Сопоставлять опыт политического развития отдельных стран Европы в первой половине XIX в., выявлять общие черты и особенности.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Высказывать оценочные суждения  об итогах европейских революций первой половины XIX в.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C866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 Страны Европы и Северной Америки во второй половине ХIХ в.</w:t>
            </w:r>
          </w:p>
          <w:p w:rsidR="00355821" w:rsidRPr="00972871" w:rsidRDefault="00355821" w:rsidP="00C866B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тред-юнионы, рабочее  законодательство,  юнкерство,  автономия,  национализм.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Систематизировать информацию об экономическом развитии европейских стран во второй половине XIX в., выявляя общие тенденции.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Высказывать суждения о том, что способствовало проведению реформ  и расширению социального законодательства в странах Западной Европы во второй половине XIX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Сравнивать пути создания единых государств в Германии и Италии, выявляя особенности каждой из стран.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характеристики известных исторических деятелей европейской  истории  рассматриваемого  периода  (привлекая наряду с информацией учебников материалы научно-популярных и справочных изданий).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 значение  понятий  и  терминов фермерство, плантационное  хозяйство,  двухпартийная  система,  аболиционизм,  реконструкция.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 какие  противоречия  привели  к Гражданской войне (1 861 -1 865) в США.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Систематизировать материал об основных событиях и итогах Гражданской войны (1 861 -1 865) (в форме таблицы, тезисов и др.).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почему победу в войне одержали северные штаты.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3. Экономическое и социально-политическое развитие стран Европы и США в конце ХIХ 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монополия, индустриальное общество,  империализм,  миграция,  всеобщее избирательное  право,  феминизм.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причины и  последствия создания монополий.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какую роль в жизни европейского общества играли различные социальные движения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4. Страны Азии в ХIХ в.</w:t>
            </w:r>
          </w:p>
          <w:p w:rsidR="00355821" w:rsidRPr="0097287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Танзимат, «открытие»&gt; Китая и Японии, реформы Мэйдзи,  Индийский национальный конгресс.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внутреннее развитие и внешнюю политику отдельных стран Азии.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Проводить сопоставительное рассмотрение опыта  проведения реформ, модернизации в странах Азии.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5. Война за независимость в Латинской Америке</w:t>
            </w:r>
          </w:p>
          <w:p w:rsidR="00355821" w:rsidRPr="0097287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 и терминов хунта,  герилья, федерация.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колониальный  режим, установленный  в странах Латинской Америки европейскими метрополиями.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Называть крупнейшие события и руководителей борьбы народов Латинской Америки за независимость.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благодаря чему произошло освобождение народов Латинской Америки от колониальной зависимости.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6. Народы Африки в Новое время</w:t>
            </w:r>
          </w:p>
          <w:p w:rsidR="00355821" w:rsidRPr="0097287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Показывать на карте колониальные владения европейских государств в Африке.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цели колониальной политики европейцев и средства, использовавшиеся для достижения этих целей.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Высказывать суждения о последствиях колонизации для африканских обществ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7. Развитие культуры в XIX в.</w:t>
            </w:r>
          </w:p>
          <w:p w:rsidR="00355821" w:rsidRPr="0097287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 и терминов ампир, романтизм,  реализм,  импрессионизм,  демократизация  культуры.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Называть важнейшие научные открытия и технические достижения XIX в., объяснять, в чем их значение для своего времени и последующего развития общества.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стили и течения в художественной культуре XIX в., раскрывая их особенности на примерах конкретных  произведений.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Проводить поиск информации (в печатных изданиях и Интернете) для сообщений о значительных явлениях и представителях культуры XIX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Высказывать и  обосновывать оценочные суждения о явлениях культуры, творчестве отдельных художников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8. Международные отношения в XIX в.</w:t>
            </w:r>
          </w:p>
          <w:p w:rsidR="00355821" w:rsidRPr="0097287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коалиция, Венская  система,  восточный  вопрос,  пацифизм,  колониальная империя,  колониальный раздел  мира.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в чем заключались интересы великих держав в конфликтах и ключевых событиях международной жизни в XIX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Раскрывать, что изменилось в международных отношениях в XIX в. по сравнению с предшествующим столетием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6D6DF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9. Мир в 1900—1914 гг.</w:t>
            </w:r>
          </w:p>
          <w:p w:rsidR="00355821" w:rsidRPr="00972871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урбанизация, социальное  законодательство,  автономия.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причины усиления  монополий в начале XX в., а также мотивы принятия антимонопольных мер в США и других странах.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содержание и значение социальных реформ начала XX в. на примерах отдельных стран.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Раскрывать,  в чем  заключалась неравномерность темпов развития индустриальных стран в начале XX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сравнительную  характеристику путей модернизации традиционных обществ в странах Азии, Латинской Америки в первые десятилетия XX в.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задачи и итоги революций в Турции, Иране, Китае, Мексике.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значение понятий и терминов Антанта,  Тройственное  согласие,  блицкриг,  Брусиловский  прорыв,  черный рынок,  карточная  система.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 причины,  участников,  основные  этапы Первой мировой войны.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крупнейших операциях и сражениях Первой мировой войны (используя историческую карту).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Сопоставлять события на Западном и Восточном фронтах войны, раскрывая их взаимообусловленность.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положении людей на фронте и в тылу (используя свидетельства исторических источников).</w:t>
            </w:r>
          </w:p>
          <w:p w:rsidR="00355821" w:rsidRPr="00972871" w:rsidRDefault="00355821" w:rsidP="00252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итоги и социальные последствия  Первой мировой войны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РОССИЙСКАЯ ИМПЕРИЯ В XIX – НАЧАЛЕ XX ВВ.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Тема 1. Россия на пути к реформам (1801–1861)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277A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1.1 Александровская эпоха: государственный либерализм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Называть характерные, существенные черты внутренней политики Александра I в начале XIX в.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значение понятий Негласный комитет,  министерство,  принцип разделения властей,  Государственный совет,  либеральные  проекты,  вольные  хлебопашцы.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Приводить и  обосновывать оценку деятельности  российских реформаторов начала XIX в.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цели внешней политики России в начале XIX в.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причины участия России в антифранцузских коалициях.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1.2 Отечественная война 1812 г.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Рассказывать,  используя  историческую карту, об основных событиях войны 1812 г.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Подготовить сообщение об одном  из участников Отечественной войны 1812 г. (по выбору).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 в чем заключались последствия Отечественной войны 1812 г. для российского общества.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Приводить и  обосновывать оценку роли  России в европейской политике в первой четверти XIX в.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значение терминов военные поселения,  аракчеевщина.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Называть либеральные и консервативные меры Александра I.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 причины  изменения  его  внутриполитического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курса.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характеристику личности и деятельности Александра I.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предпосылки и цели движения декабристов.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Анализировать программные документы декабристов, сравнивать их основные положения, определяя общее и различия.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биографическую справку, сообщение об участнике декабристского движения (по выбору),  привлекая научно-популярную литературу.</w:t>
            </w:r>
          </w:p>
          <w:p w:rsidR="00355821" w:rsidRPr="00972871" w:rsidRDefault="00355821" w:rsidP="006C1A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оценки движения декабристов.  Определять и аргументировать аргументировать свое отношение к ним и оценку их деятельности.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1.3 Николаевское самодержавие: государственный консерватизм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преобразованиях в области государственного управления, осуществленных во второй четверти XIX в.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Оценивать их последствия.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смысл понятий и терминов кодификация законов, корпус  жандармов.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характеристику  (составить  исторический  портрет) Николая I.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оценку деятельности М. М. Сперанского, П. Д. Киселева, Е. Ф. Канкрина.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направления внешней политики России во второй четверти XIX в.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Рассказывать, используя  историческую карту, о военных кампаниях - войнах с Персией и Турцией, Кавказской войне, Крымской войне, характеризовать их итоги.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характеристику защитников Севастополя.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Показывать на карте территориальный рост Российской империи в первой половине XIX в.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6D6D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1.4 Крепостнический социум. Деревня и город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социально-экономическое  развитие  России в первой половине XIX в. (в том числе в сравнении с западноевропейскими  странами).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начале промышленного переворота, используя историческую карту.</w:t>
            </w:r>
          </w:p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1.5 Культурное пространство империи в первой половине XIX 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достижения отечественной  культуры  рассматриваемого периода.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описание памятников культуры первой половины XIX в. (в том числе находящихся в городе, крае), выявляя их художественные особенности и достоинства.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Подготовить сообщение о представителе культуры первой половины XIX в., его творчестве (по выбору).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Проводить поиск информации о культуре края в рассматриваемый период,  представлять ее в устном сообщении, эссе и т. д.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1.6 Пространство империи: этнокультурный облик страны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положении  народов  Российской  империи, национальной политике власти (с использованием материалов истории края).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6D6DF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1.7 Формирование гражданского правосознания. Основные течения общественной мысли.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смысл понятий и терминов западники,  славянофилы,  теория  официальной  народности,  утопический  социализм.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положения теории официальной народности.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Сопоставлять взгляды западников и славянофилов на пути развития России,  выявлять различия и общие черты.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  <w:u w:val="single"/>
              </w:rPr>
              <w:t>Тема 2. Россия в эпоху реформ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4553D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2.1 Преобразования Александра II: социальная и правовая модернизация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предпосылки отмены крепостного права.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Называть  основные  положения  Крестьянской  реформы, земской, судебной, военной реформ.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значение  понятий редакционные комиссии,  временнообязанные  крестьяне,  выкупные платежи,  отрезки,  мировые посредники,  земства,  городские управы,  мировой суд.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Приводить оценки характера и значения  реформ  1860-1870-х гг., излагаемые в учебной литературе, высказывать и обосновывать свою оценку.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305FC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2.2 «Народное самодержавие»  Александра III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внутреннюю политику Александра III.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цели, содержание и результаты экономических реформ последней трети XIX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оценки деятельности  императора Александра  III, приводимые в учебной литературе,  высказывать и аргументировать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свою оценку.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цели  и  направления  внешней политики России во второй половине XIX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Рассказывать, используя  историческую карту, о наиболее значительных военных кампаниях.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отношение российского общества к освободительной борьбе балканских народов в 1870-е гг.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Показывать на карте территории, включенные в состав Российской империи во второй половине XIX в.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2.3 Пореформенный социум. Сельское хозяйство и промышленность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экономическое развитие России  в пореформенные десятилетия, привлекая информацию исторической карты.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Раскрывать, в чем заключались изменения  в социальной структуре российского общества в последней трети XIX в.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положении основных слоев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2.4 Культурное пространство империи во второй половине XIX в.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достижения культуры России второй половины XIX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описание памятников культуры рассматриваемого периода (для памятников, находящихся в крае, городе, может быть составлен сценарий экскурсии).  Подготовить сообщение о творчестве известного деятеля российской культуры второй половины XIX в. (по выбору).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Проводить поиск информации для сообщения о культуре края во второй половине XIX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Высказывать оценку вклада российской культуры в мировую культуру XIX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об условиях жизни населения  края (города, села)  в  конце XIX в.,  используя  материалы  краеведческих музеев, сохранившиеся исторические памятники.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2.5 Этнокультурный облик империи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положении народов 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2.6 Формирование гражданского общества и основные направления общественных движений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существенные черты  идеологии  консерватизма, либерализма,  радикального общественного движения.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Объяснять, в чем  заключалась эволюция  народнического движения в 1870-1880-е гг.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характеристику участников  народнического движения, используя материалы учебника и дополнительную литературу.</w:t>
            </w:r>
          </w:p>
          <w:p w:rsidR="00355821" w:rsidRPr="00972871" w:rsidRDefault="00355821" w:rsidP="00CD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оценки значения народнического движения, высказывать свое отношение к ним.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33A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2.7 Кризис империи в начале ХХ века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Давать характеристику геополитического положения и экономического развития России в начале XX в., используя информацию исторической карты.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Сравнивать темпы и характер модернизации в России и других странах.  Объяснять,  в чем заключались особенности модернизации в России начала XX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сущность аграрного вопроса в России в начале XX 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положение, образ жизни  различных сословий и социальных групп в России в начале XX в. (в том числе на материале истории края).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причины войны, планы сторон.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 ходе боевых действий, используя историческую карту.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условия  Портсмутского мира  и  разъяснять его</w:t>
            </w:r>
            <w:r w:rsidRPr="00485151">
              <w:rPr>
                <w:sz w:val="20"/>
                <w:szCs w:val="20"/>
              </w:rPr>
              <w:t xml:space="preserve"> </w:t>
            </w:r>
            <w:r w:rsidRPr="00972871">
              <w:rPr>
                <w:rFonts w:ascii="Times New Roman" w:hAnsi="Times New Roman"/>
                <w:sz w:val="20"/>
                <w:szCs w:val="20"/>
              </w:rPr>
              <w:t>значение на основе анализа информации учебника и исторических документов.</w:t>
            </w:r>
          </w:p>
          <w:p w:rsidR="00355821" w:rsidRPr="00972871" w:rsidRDefault="00355821" w:rsidP="001329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воздействие войны на общественную жизнь России.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33A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2.8 Первая российская революция 1905-1907 гг. Начало парламентаризма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 причины  радикализации  общественного движения в России в начале XX в.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Систематизировать материал об основных политических течениях в России начала XX в.,  характеризовать их определяющие черты.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Раскрывать причины  и  характер  российской  революции 1905-1 907 гг.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Рассказывать об основных событиях революции  1905 —1907 гг. и их участниках.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значение  понятий Государственная дума,  кадеты, октябристы,  социал-демократы.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обстоятельства формирования  политических партий и становления парламентаризма в России.</w:t>
            </w:r>
          </w:p>
          <w:p w:rsidR="00355821" w:rsidRPr="00972871" w:rsidRDefault="00355821" w:rsidP="005434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оценки значения отдельных событий и революции в целом, приводимые в учебной литературе,  формулировать и  аргументировать свою оценку.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33A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 xml:space="preserve">Тема 2.9 Общество и власть после революции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Объяснять смысл понятий и терминов отруб, хутор, переселенческая  политика.</w:t>
            </w:r>
          </w:p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Излагать основные положения аграрной реформы П. А. Столыпина, давать оценку ее итогов и значения.</w:t>
            </w:r>
          </w:p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П. А. Столыпина, используя материал учебника и дополнительную информацию.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485151" w:rsidRDefault="00355821" w:rsidP="00533A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85151">
              <w:rPr>
                <w:rFonts w:ascii="Times New Roman" w:hAnsi="Times New Roman"/>
                <w:bCs/>
                <w:sz w:val="20"/>
                <w:szCs w:val="20"/>
              </w:rPr>
              <w:t>Тема 2.10 «Серебряный век» российской культуры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Характеризовать основные стили и течения в российской литературе и  искусстве начала XX в.,  называть выдающихся представителей культуры и их достижения.</w:t>
            </w:r>
          </w:p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Составлять описание произведений и памятников культуры рассматриваемого периода (в том числе находящихся в городе, крае и т. д.), давать оценку их художественных достоинств и т. д.</w:t>
            </w:r>
          </w:p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Представлять биографическую информацию, обзор творчества известных деятелей российской культуры (с использованием справочных и изобразительных материалов).</w:t>
            </w:r>
          </w:p>
          <w:p w:rsidR="00355821" w:rsidRPr="00972871" w:rsidRDefault="00355821" w:rsidP="00C1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Собирать информацию о культурной жизни своего края, города в начале XX в., представлять ее в устном сообщении (эссе,  презентации с использованием  изобразительных материалов).</w:t>
            </w:r>
          </w:p>
        </w:tc>
      </w:tr>
      <w:tr w:rsidR="00355821" w:rsidRPr="00485151" w:rsidTr="00BC3350">
        <w:trPr>
          <w:trHeight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55821" w:rsidRPr="00972871" w:rsidRDefault="00355821" w:rsidP="00913BB5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5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72871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7605D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2871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5821" w:rsidRPr="00972871" w:rsidRDefault="00355821" w:rsidP="00533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5821" w:rsidRDefault="00355821" w:rsidP="007605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5821" w:rsidRPr="005770E4" w:rsidRDefault="00355821" w:rsidP="003266A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bookmarkEnd w:id="2"/>
    <w:tbl>
      <w:tblPr>
        <w:tblpPr w:leftFromText="180" w:rightFromText="180" w:vertAnchor="text" w:horzAnchor="margin" w:tblpXSpec="center" w:tblpY="153"/>
        <w:tblW w:w="9606" w:type="dxa"/>
        <w:tblLook w:val="00A0"/>
      </w:tblPr>
      <w:tblGrid>
        <w:gridCol w:w="3794"/>
        <w:gridCol w:w="1701"/>
        <w:gridCol w:w="4111"/>
      </w:tblGrid>
      <w:tr w:rsidR="00355821" w:rsidRPr="00485151" w:rsidTr="00CF0C13">
        <w:trPr>
          <w:trHeight w:val="2397"/>
        </w:trPr>
        <w:tc>
          <w:tcPr>
            <w:tcW w:w="3794" w:type="dxa"/>
          </w:tcPr>
          <w:p w:rsidR="00355821" w:rsidRPr="009B64A2" w:rsidRDefault="00355821" w:rsidP="005770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>Протокол заседания методического объединения учит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елей гуманитарного цикла СОШ № 2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30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августа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года № 1 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И.В. Гусеин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5821" w:rsidRPr="009B64A2" w:rsidRDefault="00355821" w:rsidP="00C84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</w:tcPr>
          <w:p w:rsidR="00355821" w:rsidRPr="009B64A2" w:rsidRDefault="00355821" w:rsidP="00C84F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55821" w:rsidRPr="009B64A2" w:rsidRDefault="00355821" w:rsidP="005770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 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Н.Н. Кузнецова</w:t>
            </w:r>
          </w:p>
          <w:p w:rsidR="00355821" w:rsidRPr="009B64A2" w:rsidRDefault="00355821" w:rsidP="00C84F89">
            <w:pPr>
              <w:shd w:val="clear" w:color="auto" w:fill="FFFFFF"/>
              <w:spacing w:after="0" w:line="240" w:lineRule="auto"/>
              <w:ind w:left="79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55821" w:rsidRPr="009B64A2" w:rsidRDefault="00355821" w:rsidP="00EF7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августа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B6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года</w:t>
            </w:r>
          </w:p>
        </w:tc>
      </w:tr>
    </w:tbl>
    <w:p w:rsidR="00355821" w:rsidRPr="005770E4" w:rsidRDefault="00355821" w:rsidP="00C561E5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355821" w:rsidRPr="005770E4" w:rsidRDefault="00355821" w:rsidP="00D06D95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355821" w:rsidRPr="005770E4" w:rsidSect="00950E14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821" w:rsidRDefault="00355821" w:rsidP="00950E14">
      <w:pPr>
        <w:spacing w:after="0" w:line="240" w:lineRule="auto"/>
      </w:pPr>
      <w:r>
        <w:separator/>
      </w:r>
    </w:p>
  </w:endnote>
  <w:endnote w:type="continuationSeparator" w:id="0">
    <w:p w:rsidR="00355821" w:rsidRDefault="00355821" w:rsidP="0095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821" w:rsidRDefault="00355821">
    <w:pPr>
      <w:pStyle w:val="Footer"/>
      <w:jc w:val="center"/>
    </w:pPr>
    <w:fldSimple w:instr="PAGE   \* MERGEFORMAT">
      <w:r>
        <w:rPr>
          <w:noProof/>
        </w:rPr>
        <w:t>42</w:t>
      </w:r>
    </w:fldSimple>
  </w:p>
  <w:p w:rsidR="00355821" w:rsidRDefault="003558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821" w:rsidRDefault="00355821" w:rsidP="00950E14">
      <w:pPr>
        <w:spacing w:after="0" w:line="240" w:lineRule="auto"/>
      </w:pPr>
      <w:r>
        <w:separator/>
      </w:r>
    </w:p>
  </w:footnote>
  <w:footnote w:type="continuationSeparator" w:id="0">
    <w:p w:rsidR="00355821" w:rsidRDefault="00355821" w:rsidP="0095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30E7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4391E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F81A28"/>
    <w:multiLevelType w:val="hybridMultilevel"/>
    <w:tmpl w:val="04EE89FC"/>
    <w:lvl w:ilvl="0" w:tplc="0B6C9F12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83D0B8B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6456D"/>
    <w:multiLevelType w:val="hybridMultilevel"/>
    <w:tmpl w:val="A97EEF68"/>
    <w:lvl w:ilvl="0" w:tplc="F234668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FEF38B4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310ABA"/>
    <w:multiLevelType w:val="hybridMultilevel"/>
    <w:tmpl w:val="531A8942"/>
    <w:lvl w:ilvl="0" w:tplc="D090DD1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234427F9"/>
    <w:multiLevelType w:val="hybridMultilevel"/>
    <w:tmpl w:val="A7C6F808"/>
    <w:lvl w:ilvl="0" w:tplc="DFE04976">
      <w:start w:val="5"/>
      <w:numFmt w:val="decimal"/>
      <w:lvlText w:val="%1"/>
      <w:lvlJc w:val="left"/>
      <w:pPr>
        <w:ind w:left="15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  <w:rPr>
        <w:rFonts w:cs="Times New Roman"/>
      </w:rPr>
    </w:lvl>
  </w:abstractNum>
  <w:abstractNum w:abstractNumId="8">
    <w:nsid w:val="2E0A7A92"/>
    <w:multiLevelType w:val="hybridMultilevel"/>
    <w:tmpl w:val="E7FC7476"/>
    <w:lvl w:ilvl="0" w:tplc="0F34C4B4">
      <w:start w:val="1"/>
      <w:numFmt w:val="decimal"/>
      <w:lvlText w:val="%1."/>
      <w:lvlJc w:val="left"/>
      <w:pPr>
        <w:ind w:left="14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  <w:rPr>
        <w:rFonts w:cs="Times New Roman"/>
      </w:rPr>
    </w:lvl>
  </w:abstractNum>
  <w:abstractNum w:abstractNumId="9">
    <w:nsid w:val="31973BEA"/>
    <w:multiLevelType w:val="hybridMultilevel"/>
    <w:tmpl w:val="91DE709A"/>
    <w:lvl w:ilvl="0" w:tplc="2BDC00AE">
      <w:start w:val="1"/>
      <w:numFmt w:val="decimal"/>
      <w:lvlText w:val="%1."/>
      <w:lvlJc w:val="left"/>
      <w:pPr>
        <w:ind w:left="14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  <w:rPr>
        <w:rFonts w:cs="Times New Roman"/>
      </w:rPr>
    </w:lvl>
  </w:abstractNum>
  <w:abstractNum w:abstractNumId="10">
    <w:nsid w:val="4BBE079A"/>
    <w:multiLevelType w:val="hybridMultilevel"/>
    <w:tmpl w:val="70AE21D8"/>
    <w:lvl w:ilvl="0" w:tplc="AE28B8FE">
      <w:start w:val="1"/>
      <w:numFmt w:val="decimal"/>
      <w:lvlText w:val="%1."/>
      <w:lvlJc w:val="left"/>
      <w:pPr>
        <w:ind w:left="14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  <w:rPr>
        <w:rFonts w:cs="Times New Roman"/>
      </w:rPr>
    </w:lvl>
  </w:abstractNum>
  <w:abstractNum w:abstractNumId="11">
    <w:nsid w:val="4D045228"/>
    <w:multiLevelType w:val="hybridMultilevel"/>
    <w:tmpl w:val="2C287CFC"/>
    <w:lvl w:ilvl="0" w:tplc="64D8379E">
      <w:start w:val="5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EEE4B77"/>
    <w:multiLevelType w:val="hybridMultilevel"/>
    <w:tmpl w:val="CF72FCF4"/>
    <w:lvl w:ilvl="0" w:tplc="2824521E">
      <w:start w:val="1"/>
      <w:numFmt w:val="decimal"/>
      <w:lvlText w:val="%1."/>
      <w:lvlJc w:val="left"/>
      <w:pPr>
        <w:ind w:left="21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60" w:hanging="180"/>
      </w:pPr>
      <w:rPr>
        <w:rFonts w:cs="Times New Roman"/>
      </w:rPr>
    </w:lvl>
  </w:abstractNum>
  <w:abstractNum w:abstractNumId="13">
    <w:nsid w:val="4F9A7A9D"/>
    <w:multiLevelType w:val="hybridMultilevel"/>
    <w:tmpl w:val="6D76CE0E"/>
    <w:lvl w:ilvl="0" w:tplc="2EA606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2596F4D"/>
    <w:multiLevelType w:val="hybridMultilevel"/>
    <w:tmpl w:val="2156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E1043F"/>
    <w:multiLevelType w:val="hybridMultilevel"/>
    <w:tmpl w:val="180252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2074F3"/>
    <w:multiLevelType w:val="hybridMultilevel"/>
    <w:tmpl w:val="D7B49560"/>
    <w:lvl w:ilvl="0" w:tplc="329E45D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640014AC"/>
    <w:multiLevelType w:val="hybridMultilevel"/>
    <w:tmpl w:val="7B2CC884"/>
    <w:lvl w:ilvl="0" w:tplc="8FB82108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8">
    <w:nsid w:val="64BB24C6"/>
    <w:multiLevelType w:val="hybridMultilevel"/>
    <w:tmpl w:val="8DC42EE6"/>
    <w:lvl w:ilvl="0" w:tplc="3B42D48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7C54393"/>
    <w:multiLevelType w:val="hybridMultilevel"/>
    <w:tmpl w:val="EE860C2E"/>
    <w:lvl w:ilvl="0" w:tplc="9AFADD56">
      <w:start w:val="5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A5F0865"/>
    <w:multiLevelType w:val="hybridMultilevel"/>
    <w:tmpl w:val="435EFC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B1205B"/>
    <w:multiLevelType w:val="hybridMultilevel"/>
    <w:tmpl w:val="34E82222"/>
    <w:lvl w:ilvl="0" w:tplc="72709B2A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2">
    <w:nsid w:val="779E2DE6"/>
    <w:multiLevelType w:val="hybridMultilevel"/>
    <w:tmpl w:val="C5A4B236"/>
    <w:lvl w:ilvl="0" w:tplc="338E5FE8">
      <w:start w:val="9"/>
      <w:numFmt w:val="decimal"/>
      <w:lvlText w:val="%1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3">
    <w:nsid w:val="791E475F"/>
    <w:multiLevelType w:val="hybridMultilevel"/>
    <w:tmpl w:val="806AD7A2"/>
    <w:lvl w:ilvl="0" w:tplc="BAD64BA6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24">
    <w:nsid w:val="79AF0D2D"/>
    <w:multiLevelType w:val="hybridMultilevel"/>
    <w:tmpl w:val="4F94679C"/>
    <w:lvl w:ilvl="0" w:tplc="B922BF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14"/>
  </w:num>
  <w:num w:numId="4">
    <w:abstractNumId w:val="16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24"/>
  </w:num>
  <w:num w:numId="10">
    <w:abstractNumId w:val="18"/>
  </w:num>
  <w:num w:numId="11">
    <w:abstractNumId w:val="19"/>
  </w:num>
  <w:num w:numId="12">
    <w:abstractNumId w:val="17"/>
  </w:num>
  <w:num w:numId="13">
    <w:abstractNumId w:val="11"/>
  </w:num>
  <w:num w:numId="14">
    <w:abstractNumId w:val="7"/>
  </w:num>
  <w:num w:numId="15">
    <w:abstractNumId w:val="2"/>
  </w:num>
  <w:num w:numId="16">
    <w:abstractNumId w:val="9"/>
  </w:num>
  <w:num w:numId="17">
    <w:abstractNumId w:val="12"/>
  </w:num>
  <w:num w:numId="18">
    <w:abstractNumId w:val="23"/>
  </w:num>
  <w:num w:numId="19">
    <w:abstractNumId w:val="4"/>
  </w:num>
  <w:num w:numId="20">
    <w:abstractNumId w:val="10"/>
  </w:num>
  <w:num w:numId="21">
    <w:abstractNumId w:val="6"/>
  </w:num>
  <w:num w:numId="22">
    <w:abstractNumId w:val="22"/>
  </w:num>
  <w:num w:numId="23">
    <w:abstractNumId w:val="21"/>
  </w:num>
  <w:num w:numId="24">
    <w:abstractNumId w:val="13"/>
  </w:num>
  <w:num w:numId="25">
    <w:abstractNumId w:val="8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D95"/>
    <w:rsid w:val="00030ADE"/>
    <w:rsid w:val="000356EC"/>
    <w:rsid w:val="00052973"/>
    <w:rsid w:val="000D0B7C"/>
    <w:rsid w:val="000E44C4"/>
    <w:rsid w:val="000F1769"/>
    <w:rsid w:val="000F1876"/>
    <w:rsid w:val="000F5889"/>
    <w:rsid w:val="00114882"/>
    <w:rsid w:val="0013290E"/>
    <w:rsid w:val="00154CBA"/>
    <w:rsid w:val="00156795"/>
    <w:rsid w:val="0017498F"/>
    <w:rsid w:val="001824B5"/>
    <w:rsid w:val="001824BA"/>
    <w:rsid w:val="001B42CE"/>
    <w:rsid w:val="001C14A2"/>
    <w:rsid w:val="001D57C5"/>
    <w:rsid w:val="002245AA"/>
    <w:rsid w:val="00252B20"/>
    <w:rsid w:val="002642F8"/>
    <w:rsid w:val="0027003F"/>
    <w:rsid w:val="00277A60"/>
    <w:rsid w:val="00287837"/>
    <w:rsid w:val="00292CD1"/>
    <w:rsid w:val="002A6769"/>
    <w:rsid w:val="002C3C8D"/>
    <w:rsid w:val="002E2192"/>
    <w:rsid w:val="002E2A97"/>
    <w:rsid w:val="00305FCA"/>
    <w:rsid w:val="003266A1"/>
    <w:rsid w:val="003429B7"/>
    <w:rsid w:val="00343883"/>
    <w:rsid w:val="0034395C"/>
    <w:rsid w:val="00355821"/>
    <w:rsid w:val="00362940"/>
    <w:rsid w:val="00373A18"/>
    <w:rsid w:val="00387E09"/>
    <w:rsid w:val="00392740"/>
    <w:rsid w:val="003B1660"/>
    <w:rsid w:val="003C5809"/>
    <w:rsid w:val="003D2118"/>
    <w:rsid w:val="003D4951"/>
    <w:rsid w:val="00436AA8"/>
    <w:rsid w:val="00453013"/>
    <w:rsid w:val="00453540"/>
    <w:rsid w:val="004535E7"/>
    <w:rsid w:val="004553D9"/>
    <w:rsid w:val="0046646D"/>
    <w:rsid w:val="004778DA"/>
    <w:rsid w:val="00485151"/>
    <w:rsid w:val="004B0C64"/>
    <w:rsid w:val="004B19A7"/>
    <w:rsid w:val="004C4DA2"/>
    <w:rsid w:val="004D2814"/>
    <w:rsid w:val="004E2155"/>
    <w:rsid w:val="004E6912"/>
    <w:rsid w:val="005130C0"/>
    <w:rsid w:val="005320D3"/>
    <w:rsid w:val="00533A42"/>
    <w:rsid w:val="005434D7"/>
    <w:rsid w:val="00543F99"/>
    <w:rsid w:val="005770E4"/>
    <w:rsid w:val="005B7EB4"/>
    <w:rsid w:val="005F1213"/>
    <w:rsid w:val="005F39A1"/>
    <w:rsid w:val="005F521E"/>
    <w:rsid w:val="006146CB"/>
    <w:rsid w:val="0063326F"/>
    <w:rsid w:val="00633821"/>
    <w:rsid w:val="006420FD"/>
    <w:rsid w:val="006507D5"/>
    <w:rsid w:val="006568B3"/>
    <w:rsid w:val="00656C26"/>
    <w:rsid w:val="00676F13"/>
    <w:rsid w:val="006A6C55"/>
    <w:rsid w:val="006C1AF6"/>
    <w:rsid w:val="006D0EC3"/>
    <w:rsid w:val="006D23A7"/>
    <w:rsid w:val="006D395C"/>
    <w:rsid w:val="006D6DFE"/>
    <w:rsid w:val="0070457E"/>
    <w:rsid w:val="0074495D"/>
    <w:rsid w:val="007605DC"/>
    <w:rsid w:val="00774CC3"/>
    <w:rsid w:val="00787EBF"/>
    <w:rsid w:val="00796E40"/>
    <w:rsid w:val="007A24B6"/>
    <w:rsid w:val="007B0F04"/>
    <w:rsid w:val="007B59A1"/>
    <w:rsid w:val="008415D3"/>
    <w:rsid w:val="0085683A"/>
    <w:rsid w:val="00885970"/>
    <w:rsid w:val="008A232A"/>
    <w:rsid w:val="008D4B44"/>
    <w:rsid w:val="008F0216"/>
    <w:rsid w:val="008F51C2"/>
    <w:rsid w:val="00913BB5"/>
    <w:rsid w:val="00916794"/>
    <w:rsid w:val="00945B7A"/>
    <w:rsid w:val="00950E14"/>
    <w:rsid w:val="00951431"/>
    <w:rsid w:val="00971A88"/>
    <w:rsid w:val="00972871"/>
    <w:rsid w:val="00986B40"/>
    <w:rsid w:val="009B64A2"/>
    <w:rsid w:val="009C454A"/>
    <w:rsid w:val="009E72DB"/>
    <w:rsid w:val="00A20FCB"/>
    <w:rsid w:val="00A43000"/>
    <w:rsid w:val="00A53317"/>
    <w:rsid w:val="00A75B13"/>
    <w:rsid w:val="00AB1232"/>
    <w:rsid w:val="00AC3F3C"/>
    <w:rsid w:val="00AF512C"/>
    <w:rsid w:val="00AF5BEA"/>
    <w:rsid w:val="00B125E8"/>
    <w:rsid w:val="00B528C3"/>
    <w:rsid w:val="00B60C95"/>
    <w:rsid w:val="00B70440"/>
    <w:rsid w:val="00B748EB"/>
    <w:rsid w:val="00BB5FE7"/>
    <w:rsid w:val="00BC1AC1"/>
    <w:rsid w:val="00BC3350"/>
    <w:rsid w:val="00BD5B84"/>
    <w:rsid w:val="00C05D81"/>
    <w:rsid w:val="00C126C2"/>
    <w:rsid w:val="00C178CC"/>
    <w:rsid w:val="00C233F0"/>
    <w:rsid w:val="00C561E5"/>
    <w:rsid w:val="00C70683"/>
    <w:rsid w:val="00C84F89"/>
    <w:rsid w:val="00C86308"/>
    <w:rsid w:val="00C866B1"/>
    <w:rsid w:val="00CA6ECC"/>
    <w:rsid w:val="00CB45B4"/>
    <w:rsid w:val="00CD04A0"/>
    <w:rsid w:val="00CD290F"/>
    <w:rsid w:val="00CE268A"/>
    <w:rsid w:val="00CF0C13"/>
    <w:rsid w:val="00CF1F5F"/>
    <w:rsid w:val="00CF508C"/>
    <w:rsid w:val="00D01A62"/>
    <w:rsid w:val="00D06D95"/>
    <w:rsid w:val="00D4271D"/>
    <w:rsid w:val="00D61670"/>
    <w:rsid w:val="00D7004E"/>
    <w:rsid w:val="00D80D9A"/>
    <w:rsid w:val="00E104D5"/>
    <w:rsid w:val="00E104F7"/>
    <w:rsid w:val="00E1073D"/>
    <w:rsid w:val="00E132E7"/>
    <w:rsid w:val="00E2208C"/>
    <w:rsid w:val="00E2411B"/>
    <w:rsid w:val="00E6368E"/>
    <w:rsid w:val="00E915FF"/>
    <w:rsid w:val="00EB116B"/>
    <w:rsid w:val="00EE0BFF"/>
    <w:rsid w:val="00EF7FF9"/>
    <w:rsid w:val="00F04CB3"/>
    <w:rsid w:val="00F30B4D"/>
    <w:rsid w:val="00F33451"/>
    <w:rsid w:val="00F41E04"/>
    <w:rsid w:val="00F83A01"/>
    <w:rsid w:val="00FB2E55"/>
    <w:rsid w:val="00FD1DA8"/>
    <w:rsid w:val="00FE1047"/>
    <w:rsid w:val="00FF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54A"/>
    <w:pPr>
      <w:spacing w:after="200" w:line="276" w:lineRule="auto"/>
    </w:pPr>
  </w:style>
  <w:style w:type="paragraph" w:styleId="Heading4">
    <w:name w:val="heading 4"/>
    <w:basedOn w:val="Normal"/>
    <w:next w:val="Normal"/>
    <w:link w:val="Heading4Char"/>
    <w:uiPriority w:val="99"/>
    <w:qFormat/>
    <w:rsid w:val="006D23A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80D9A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D23A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80D9A"/>
    <w:rPr>
      <w:rFonts w:ascii="Cambria" w:hAnsi="Cambria" w:cs="Times New Roman"/>
      <w:color w:val="404040"/>
      <w:sz w:val="20"/>
      <w:szCs w:val="20"/>
    </w:rPr>
  </w:style>
  <w:style w:type="paragraph" w:customStyle="1" w:styleId="c9">
    <w:name w:val="c9"/>
    <w:basedOn w:val="Normal"/>
    <w:uiPriority w:val="99"/>
    <w:rsid w:val="005F1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DefaultParagraphFont"/>
    <w:uiPriority w:val="99"/>
    <w:rsid w:val="005F1213"/>
    <w:rPr>
      <w:rFonts w:cs="Times New Roman"/>
    </w:rPr>
  </w:style>
  <w:style w:type="paragraph" w:customStyle="1" w:styleId="c1">
    <w:name w:val="c1"/>
    <w:basedOn w:val="Normal"/>
    <w:uiPriority w:val="99"/>
    <w:rsid w:val="005F1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5F1213"/>
    <w:rPr>
      <w:rFonts w:cs="Times New Roman"/>
    </w:rPr>
  </w:style>
  <w:style w:type="character" w:customStyle="1" w:styleId="c0">
    <w:name w:val="c0"/>
    <w:basedOn w:val="DefaultParagraphFont"/>
    <w:uiPriority w:val="99"/>
    <w:rsid w:val="005F1213"/>
    <w:rPr>
      <w:rFonts w:cs="Times New Roman"/>
    </w:rPr>
  </w:style>
  <w:style w:type="character" w:customStyle="1" w:styleId="c20">
    <w:name w:val="c20"/>
    <w:basedOn w:val="DefaultParagraphFont"/>
    <w:uiPriority w:val="99"/>
    <w:rsid w:val="005F1213"/>
    <w:rPr>
      <w:rFonts w:cs="Times New Roman"/>
    </w:rPr>
  </w:style>
  <w:style w:type="character" w:customStyle="1" w:styleId="c2">
    <w:name w:val="c2"/>
    <w:basedOn w:val="DefaultParagraphFont"/>
    <w:uiPriority w:val="99"/>
    <w:rsid w:val="005F1213"/>
    <w:rPr>
      <w:rFonts w:cs="Times New Roman"/>
    </w:rPr>
  </w:style>
  <w:style w:type="paragraph" w:styleId="NoSpacing">
    <w:name w:val="No Spacing"/>
    <w:uiPriority w:val="99"/>
    <w:qFormat/>
    <w:rsid w:val="00C561E5"/>
  </w:style>
  <w:style w:type="character" w:customStyle="1" w:styleId="60">
    <w:name w:val="Основной текст (60)_"/>
    <w:basedOn w:val="DefaultParagraphFont"/>
    <w:link w:val="600"/>
    <w:uiPriority w:val="99"/>
    <w:locked/>
    <w:rsid w:val="00C561E5"/>
    <w:rPr>
      <w:rFonts w:ascii="Times New Roman" w:hAnsi="Times New Roman" w:cs="Times New Roman"/>
      <w:b/>
      <w:bCs/>
      <w:spacing w:val="1"/>
      <w:sz w:val="19"/>
      <w:szCs w:val="19"/>
      <w:shd w:val="clear" w:color="auto" w:fill="FFFFFF"/>
    </w:rPr>
  </w:style>
  <w:style w:type="character" w:customStyle="1" w:styleId="600pt">
    <w:name w:val="Основной текст (60) + Интервал 0 pt"/>
    <w:basedOn w:val="60"/>
    <w:uiPriority w:val="99"/>
    <w:rsid w:val="00C561E5"/>
    <w:rPr>
      <w:color w:val="000000"/>
      <w:spacing w:val="0"/>
      <w:w w:val="100"/>
      <w:position w:val="0"/>
      <w:lang w:val="ru-RU"/>
    </w:rPr>
  </w:style>
  <w:style w:type="paragraph" w:customStyle="1" w:styleId="600">
    <w:name w:val="Основной текст (60)"/>
    <w:basedOn w:val="Normal"/>
    <w:link w:val="60"/>
    <w:uiPriority w:val="99"/>
    <w:rsid w:val="00C561E5"/>
    <w:pPr>
      <w:widowControl w:val="0"/>
      <w:shd w:val="clear" w:color="auto" w:fill="FFFFFF"/>
      <w:spacing w:after="0" w:line="187" w:lineRule="exact"/>
    </w:pPr>
    <w:rPr>
      <w:rFonts w:ascii="Times New Roman" w:hAnsi="Times New Roman"/>
      <w:b/>
      <w:bCs/>
      <w:spacing w:val="1"/>
      <w:sz w:val="19"/>
      <w:szCs w:val="19"/>
    </w:rPr>
  </w:style>
  <w:style w:type="character" w:customStyle="1" w:styleId="42">
    <w:name w:val="Заголовок №4 (2)_"/>
    <w:basedOn w:val="DefaultParagraphFont"/>
    <w:link w:val="420"/>
    <w:uiPriority w:val="99"/>
    <w:locked/>
    <w:rsid w:val="00C561E5"/>
    <w:rPr>
      <w:rFonts w:ascii="Franklin Gothic Heavy" w:eastAsia="Times New Roman" w:hAnsi="Franklin Gothic Heavy" w:cs="Franklin Gothic Heavy"/>
      <w:spacing w:val="10"/>
      <w:shd w:val="clear" w:color="auto" w:fill="FFFFFF"/>
    </w:rPr>
  </w:style>
  <w:style w:type="paragraph" w:customStyle="1" w:styleId="420">
    <w:name w:val="Заголовок №4 (2)"/>
    <w:basedOn w:val="Normal"/>
    <w:link w:val="42"/>
    <w:uiPriority w:val="99"/>
    <w:rsid w:val="00C561E5"/>
    <w:pPr>
      <w:widowControl w:val="0"/>
      <w:shd w:val="clear" w:color="auto" w:fill="FFFFFF"/>
      <w:spacing w:after="0" w:line="240" w:lineRule="atLeast"/>
      <w:ind w:hanging="900"/>
      <w:outlineLvl w:val="3"/>
    </w:pPr>
    <w:rPr>
      <w:rFonts w:ascii="Franklin Gothic Heavy" w:hAnsi="Franklin Gothic Heavy" w:cs="Franklin Gothic Heavy"/>
      <w:spacing w:val="10"/>
    </w:rPr>
  </w:style>
  <w:style w:type="character" w:customStyle="1" w:styleId="6010pt">
    <w:name w:val="Основной текст (60) + 10 pt"/>
    <w:aliases w:val="Курсив,Интервал 0 pt"/>
    <w:basedOn w:val="60"/>
    <w:uiPriority w:val="99"/>
    <w:rsid w:val="00C561E5"/>
    <w:rPr>
      <w:i/>
      <w:iCs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600pt">
    <w:name w:val="Основной текст (160) + Интервал 0 pt"/>
    <w:basedOn w:val="DefaultParagraphFont"/>
    <w:uiPriority w:val="99"/>
    <w:rsid w:val="00C561E5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629">
    <w:name w:val="Основной текст (162) + 9"/>
    <w:aliases w:val="5 pt,Не курсив"/>
    <w:basedOn w:val="DefaultParagraphFont"/>
    <w:uiPriority w:val="99"/>
    <w:rsid w:val="00C561E5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ListParagraph">
    <w:name w:val="List Paragraph"/>
    <w:basedOn w:val="Normal"/>
    <w:uiPriority w:val="99"/>
    <w:qFormat/>
    <w:rsid w:val="005320D3"/>
    <w:pPr>
      <w:ind w:left="720"/>
      <w:contextualSpacing/>
    </w:pPr>
  </w:style>
  <w:style w:type="table" w:styleId="TableGrid">
    <w:name w:val="Table Grid"/>
    <w:basedOn w:val="TableNormal"/>
    <w:uiPriority w:val="99"/>
    <w:rsid w:val="00030AD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aliases w:val="Интервал 0 pt3"/>
    <w:basedOn w:val="DefaultParagraphFont"/>
    <w:uiPriority w:val="99"/>
    <w:rsid w:val="003B1660"/>
    <w:rPr>
      <w:rFonts w:ascii="Times New Roman" w:hAnsi="Times New Roman" w:cs="Times New Roman"/>
      <w:color w:val="000000"/>
      <w:spacing w:val="3"/>
      <w:w w:val="100"/>
      <w:position w:val="0"/>
      <w:sz w:val="18"/>
      <w:szCs w:val="18"/>
      <w:u w:val="none"/>
      <w:lang w:val="ru-RU"/>
    </w:rPr>
  </w:style>
  <w:style w:type="character" w:customStyle="1" w:styleId="9pt1">
    <w:name w:val="Основной текст + 9 pt1"/>
    <w:aliases w:val="Полужирный,Интервал 0 pt2"/>
    <w:basedOn w:val="DefaultParagraphFont"/>
    <w:uiPriority w:val="99"/>
    <w:rsid w:val="003B1660"/>
    <w:rPr>
      <w:rFonts w:ascii="Times New Roman" w:hAnsi="Times New Roman" w:cs="Times New Roman"/>
      <w:b/>
      <w:bCs/>
      <w:color w:val="000000"/>
      <w:w w:val="100"/>
      <w:position w:val="0"/>
      <w:sz w:val="18"/>
      <w:szCs w:val="18"/>
      <w:u w:val="none"/>
      <w:lang w:val="ru-RU"/>
    </w:rPr>
  </w:style>
  <w:style w:type="character" w:customStyle="1" w:styleId="FranklinGothicHeavy">
    <w:name w:val="Основной текст + Franklin Gothic Heavy"/>
    <w:aliases w:val="7,5 pt1,Интервал 0 pt1"/>
    <w:basedOn w:val="DefaultParagraphFont"/>
    <w:uiPriority w:val="99"/>
    <w:rsid w:val="002C3C8D"/>
    <w:rPr>
      <w:rFonts w:ascii="Franklin Gothic Heavy" w:eastAsia="Times New Roman" w:hAnsi="Franklin Gothic Heavy" w:cs="Franklin Gothic Heavy"/>
      <w:color w:val="000000"/>
      <w:spacing w:val="5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33821"/>
    <w:rPr>
      <w:rFonts w:ascii="Times New Roman" w:hAnsi="Times New Roman" w:cs="Times New Roman"/>
      <w:spacing w:val="20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633821"/>
    <w:pPr>
      <w:widowControl w:val="0"/>
      <w:shd w:val="clear" w:color="auto" w:fill="FFFFFF"/>
      <w:spacing w:before="540" w:after="0" w:line="466" w:lineRule="exact"/>
      <w:jc w:val="both"/>
    </w:pPr>
    <w:rPr>
      <w:rFonts w:ascii="Times New Roman" w:hAnsi="Times New Roman"/>
      <w:spacing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D864C3"/>
  </w:style>
  <w:style w:type="character" w:customStyle="1" w:styleId="a">
    <w:name w:val="Основной текст Знак"/>
    <w:basedOn w:val="DefaultParagraphFont"/>
    <w:uiPriority w:val="99"/>
    <w:semiHidden/>
    <w:rsid w:val="00633821"/>
    <w:rPr>
      <w:rFonts w:cs="Times New Roman"/>
    </w:rPr>
  </w:style>
  <w:style w:type="character" w:customStyle="1" w:styleId="BodytextItalic">
    <w:name w:val="Body text + Italic"/>
    <w:aliases w:val="Spacing 0 pt2"/>
    <w:basedOn w:val="BodyTextChar"/>
    <w:uiPriority w:val="99"/>
    <w:rsid w:val="00FD1DA8"/>
    <w:rPr>
      <w:i/>
      <w:iCs/>
      <w:spacing w:val="0"/>
      <w:u w:val="none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FD1DA8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Bodytext50">
    <w:name w:val="Body text (5)"/>
    <w:basedOn w:val="Normal"/>
    <w:link w:val="Bodytext5"/>
    <w:uiPriority w:val="99"/>
    <w:rsid w:val="00FD1DA8"/>
    <w:pPr>
      <w:widowControl w:val="0"/>
      <w:shd w:val="clear" w:color="auto" w:fill="FFFFFF"/>
      <w:spacing w:after="0" w:line="475" w:lineRule="exact"/>
      <w:jc w:val="both"/>
    </w:pPr>
    <w:rPr>
      <w:rFonts w:ascii="Times New Roman" w:hAnsi="Times New Roman"/>
      <w:i/>
      <w:iCs/>
    </w:rPr>
  </w:style>
  <w:style w:type="character" w:customStyle="1" w:styleId="Bodytext5NotItalic">
    <w:name w:val="Body text (5) + Not Italic"/>
    <w:aliases w:val="Spacing 1 pt"/>
    <w:basedOn w:val="Bodytext5"/>
    <w:uiPriority w:val="99"/>
    <w:rsid w:val="00FD1DA8"/>
    <w:rPr>
      <w:spacing w:val="20"/>
      <w:u w:val="none"/>
    </w:rPr>
  </w:style>
  <w:style w:type="character" w:customStyle="1" w:styleId="Bodytext7">
    <w:name w:val="Body text (7)_"/>
    <w:basedOn w:val="DefaultParagraphFont"/>
    <w:link w:val="Bodytext70"/>
    <w:uiPriority w:val="99"/>
    <w:locked/>
    <w:rsid w:val="00FD1DA8"/>
    <w:rPr>
      <w:rFonts w:ascii="SimSun" w:eastAsia="SimSun" w:cs="SimSun"/>
      <w:noProof/>
      <w:sz w:val="18"/>
      <w:szCs w:val="18"/>
      <w:shd w:val="clear" w:color="auto" w:fill="FFFFFF"/>
    </w:rPr>
  </w:style>
  <w:style w:type="paragraph" w:customStyle="1" w:styleId="Bodytext70">
    <w:name w:val="Body text (7)"/>
    <w:basedOn w:val="Normal"/>
    <w:link w:val="Bodytext7"/>
    <w:uiPriority w:val="99"/>
    <w:rsid w:val="00FD1DA8"/>
    <w:pPr>
      <w:widowControl w:val="0"/>
      <w:shd w:val="clear" w:color="auto" w:fill="FFFFFF"/>
      <w:spacing w:after="60" w:line="240" w:lineRule="atLeast"/>
    </w:pPr>
    <w:rPr>
      <w:rFonts w:ascii="SimSun" w:eastAsia="SimSun" w:cs="SimSun"/>
      <w:noProof/>
      <w:sz w:val="18"/>
      <w:szCs w:val="18"/>
    </w:rPr>
  </w:style>
  <w:style w:type="character" w:customStyle="1" w:styleId="Bodytext2">
    <w:name w:val="Body text (2)_"/>
    <w:basedOn w:val="DefaultParagraphFont"/>
    <w:link w:val="Bodytext20"/>
    <w:uiPriority w:val="99"/>
    <w:locked/>
    <w:rsid w:val="00F04CB3"/>
    <w:rPr>
      <w:rFonts w:ascii="Times New Roman" w:hAnsi="Times New Roman" w:cs="Times New Roman"/>
      <w:b/>
      <w:bCs/>
      <w:spacing w:val="20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F04CB3"/>
    <w:pPr>
      <w:widowControl w:val="0"/>
      <w:shd w:val="clear" w:color="auto" w:fill="FFFFFF"/>
      <w:spacing w:after="480" w:line="240" w:lineRule="atLeast"/>
      <w:jc w:val="center"/>
    </w:pPr>
    <w:rPr>
      <w:rFonts w:ascii="Times New Roman" w:hAnsi="Times New Roman"/>
      <w:b/>
      <w:bCs/>
      <w:spacing w:val="20"/>
    </w:rPr>
  </w:style>
  <w:style w:type="paragraph" w:styleId="Header">
    <w:name w:val="header"/>
    <w:basedOn w:val="Normal"/>
    <w:link w:val="HeaderChar"/>
    <w:uiPriority w:val="99"/>
    <w:rsid w:val="0095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0E1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0E14"/>
    <w:rPr>
      <w:rFonts w:cs="Times New Roman"/>
    </w:rPr>
  </w:style>
  <w:style w:type="character" w:customStyle="1" w:styleId="Bodytext2Spacing3pt">
    <w:name w:val="Body text (2) + Spacing 3 pt"/>
    <w:basedOn w:val="Bodytext2"/>
    <w:uiPriority w:val="99"/>
    <w:rsid w:val="00774CC3"/>
    <w:rPr>
      <w:spacing w:val="60"/>
      <w:u w:val="none"/>
    </w:rPr>
  </w:style>
  <w:style w:type="paragraph" w:customStyle="1" w:styleId="a0">
    <w:name w:val="Новый"/>
    <w:basedOn w:val="Normal"/>
    <w:uiPriority w:val="99"/>
    <w:rsid w:val="00F30B4D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ConsPlusNormal">
    <w:name w:val="ConsPlusNormal"/>
    <w:uiPriority w:val="99"/>
    <w:rsid w:val="006D0EC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87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E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23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285</TotalTime>
  <Pages>43</Pages>
  <Words>18820</Words>
  <Characters>-32766</Characters>
  <Application>Microsoft Office Outlook</Application>
  <DocSecurity>0</DocSecurity>
  <Lines>0</Lines>
  <Paragraphs>0</Paragraphs>
  <ScaleCrop>false</ScaleCrop>
  <Company>DNA Project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Hardcore/GiggityMan</dc:creator>
  <cp:keywords/>
  <dc:description/>
  <cp:lastModifiedBy>Наташа</cp:lastModifiedBy>
  <cp:revision>13</cp:revision>
  <cp:lastPrinted>2017-08-25T08:22:00Z</cp:lastPrinted>
  <dcterms:created xsi:type="dcterms:W3CDTF">2015-09-09T06:13:00Z</dcterms:created>
  <dcterms:modified xsi:type="dcterms:W3CDTF">2020-05-24T09:18:00Z</dcterms:modified>
</cp:coreProperties>
</file>